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4A" w:rsidRPr="00C146A0" w:rsidRDefault="00FC08F4" w:rsidP="004B63A0">
      <w:pPr>
        <w:pStyle w:val="Rubriktillmtesanteckningar"/>
        <w:jc w:val="center"/>
        <w:rPr>
          <w:rFonts w:ascii="Calibri" w:hAnsi="Calibri" w:cs="Calibri"/>
          <w:b/>
          <w:color w:val="365F91"/>
          <w:sz w:val="44"/>
          <w:szCs w:val="44"/>
        </w:rPr>
      </w:pPr>
      <w:r>
        <w:rPr>
          <w:rFonts w:ascii="Calibri" w:hAnsi="Calibri" w:cs="Calibri"/>
          <w:b/>
          <w:color w:val="365F91"/>
          <w:sz w:val="44"/>
          <w:szCs w:val="44"/>
        </w:rPr>
        <w:t>Test de evaluación</w:t>
      </w:r>
    </w:p>
    <w:p w:rsidR="00B851FB" w:rsidRPr="00C146A0" w:rsidRDefault="00FC08F4" w:rsidP="004B63A0">
      <w:pPr>
        <w:pStyle w:val="Rubriktillmtesanteckningar"/>
        <w:jc w:val="center"/>
        <w:rPr>
          <w:rFonts w:ascii="Calibri" w:hAnsi="Calibri" w:cs="Calibri"/>
          <w:b/>
          <w:i/>
          <w:color w:val="365F91"/>
          <w:sz w:val="44"/>
          <w:szCs w:val="44"/>
        </w:rPr>
      </w:pPr>
      <w:r>
        <w:rPr>
          <w:rFonts w:ascii="Calibri" w:hAnsi="Calibri" w:cs="Calibri"/>
          <w:b/>
          <w:i/>
          <w:color w:val="365F91"/>
          <w:sz w:val="44"/>
          <w:szCs w:val="44"/>
        </w:rPr>
        <w:t>Parte</w:t>
      </w:r>
      <w:r w:rsidR="005F75E4">
        <w:rPr>
          <w:rFonts w:ascii="Calibri" w:hAnsi="Calibri" w:cs="Calibri"/>
          <w:b/>
          <w:i/>
          <w:color w:val="365F91"/>
          <w:sz w:val="44"/>
          <w:szCs w:val="44"/>
        </w:rPr>
        <w:t xml:space="preserve"> 1 – </w:t>
      </w:r>
      <w:r>
        <w:rPr>
          <w:rFonts w:ascii="Calibri" w:hAnsi="Calibri" w:cs="Calibri"/>
          <w:b/>
          <w:i/>
          <w:color w:val="365F91"/>
          <w:sz w:val="44"/>
          <w:szCs w:val="44"/>
        </w:rPr>
        <w:t>pre-test</w:t>
      </w:r>
    </w:p>
    <w:tbl>
      <w:tblPr>
        <w:tblW w:w="8917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845"/>
        <w:gridCol w:w="4369"/>
        <w:gridCol w:w="1301"/>
        <w:gridCol w:w="755"/>
        <w:gridCol w:w="216"/>
        <w:gridCol w:w="1431"/>
      </w:tblGrid>
      <w:tr w:rsidR="00E44215" w:rsidRPr="00C146A0" w:rsidTr="00E72FA0">
        <w:trPr>
          <w:trHeight w:hRule="exact" w:val="294"/>
          <w:jc w:val="center"/>
        </w:trPr>
        <w:tc>
          <w:tcPr>
            <w:tcW w:w="8917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95B3D7"/>
            <w:vAlign w:val="center"/>
          </w:tcPr>
          <w:p w:rsidR="00633468" w:rsidRPr="00C146A0" w:rsidRDefault="00BF3647" w:rsidP="00FC08F4">
            <w:pPr>
              <w:pStyle w:val="Rubrikerfranteckningarochmtesdagordning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Mat</w:t>
            </w:r>
            <w:r w:rsidR="00FC08F4">
              <w:rPr>
                <w:rFonts w:ascii="Calibri" w:hAnsi="Calibri" w:cs="Calibri"/>
              </w:rPr>
              <w:t>eFlex</w:t>
            </w:r>
          </w:p>
        </w:tc>
      </w:tr>
      <w:tr w:rsidR="009F4D85" w:rsidRPr="00C146A0" w:rsidTr="00E72FA0">
        <w:trPr>
          <w:trHeight w:hRule="exact" w:val="294"/>
          <w:jc w:val="center"/>
        </w:trPr>
        <w:tc>
          <w:tcPr>
            <w:tcW w:w="8917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9F4D85" w:rsidRPr="00C146A0" w:rsidRDefault="00FC08F4" w:rsidP="00C146A0">
            <w:pPr>
              <w:pStyle w:val="Brdtextkopia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Datos Personales</w:t>
            </w:r>
          </w:p>
        </w:tc>
      </w:tr>
      <w:tr w:rsidR="00351B54" w:rsidRPr="00C146A0" w:rsidTr="00E72FA0">
        <w:trPr>
          <w:trHeight w:hRule="exact" w:val="29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FC08F4" w:rsidP="009F4D8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Nombre del alumno</w:t>
            </w:r>
          </w:p>
        </w:tc>
        <w:tc>
          <w:tcPr>
            <w:tcW w:w="13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BF3647" w:rsidP="009F4D85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FC08F4" w:rsidP="009F4D8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Curso</w:t>
            </w:r>
          </w:p>
        </w:tc>
        <w:tc>
          <w:tcPr>
            <w:tcW w:w="143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BF3647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29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FC08F4" w:rsidP="00FC08F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Edad</w:t>
            </w:r>
            <w:r w:rsidR="009F4D85" w:rsidRPr="00C146A0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años</w:t>
            </w:r>
            <w:r w:rsidR="009F4D85"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meses</w:t>
            </w:r>
            <w:r w:rsidR="009F4D85" w:rsidRPr="00C146A0">
              <w:rPr>
                <w:rFonts w:ascii="Calibri" w:hAnsi="Calibri" w:cs="Calibri"/>
              </w:rPr>
              <w:t>)</w:t>
            </w:r>
          </w:p>
        </w:tc>
        <w:tc>
          <w:tcPr>
            <w:tcW w:w="13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BF3647" w:rsidP="009F4D85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FC08F4" w:rsidP="009F4D8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Sexo</w:t>
            </w:r>
          </w:p>
        </w:tc>
        <w:tc>
          <w:tcPr>
            <w:tcW w:w="143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BF3647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140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6A0" w:rsidRDefault="00BF3647" w:rsidP="009F4D85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13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6A0" w:rsidRDefault="00BF3647" w:rsidP="009F4D85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6A0" w:rsidRDefault="00BF3647" w:rsidP="009F4D85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143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BF3647" w:rsidRPr="00C146A0" w:rsidRDefault="00BF3647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29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FC08F4" w:rsidP="009F4D8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Fecha del test</w:t>
            </w:r>
          </w:p>
        </w:tc>
        <w:tc>
          <w:tcPr>
            <w:tcW w:w="130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BF3647" w:rsidP="009F4D85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FC08F4" w:rsidP="009F4D8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Evaluador</w:t>
            </w:r>
          </w:p>
        </w:tc>
        <w:tc>
          <w:tcPr>
            <w:tcW w:w="1431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F3647" w:rsidRPr="00C146A0" w:rsidRDefault="00BF3647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BF3647" w:rsidRPr="00C146A0" w:rsidTr="00E72FA0">
        <w:trPr>
          <w:trHeight w:hRule="exact" w:val="569"/>
          <w:jc w:val="center"/>
        </w:trPr>
        <w:tc>
          <w:tcPr>
            <w:tcW w:w="8917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BF3647" w:rsidRPr="00C146A0" w:rsidRDefault="00FC08F4" w:rsidP="00FC08F4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PRE-TEST</w:t>
            </w:r>
            <w:r w:rsidR="00DB0E6E">
              <w:rPr>
                <w:rFonts w:ascii="Calibri" w:hAnsi="Calibri" w:cs="Calibri"/>
                <w:b/>
                <w:sz w:val="20"/>
                <w:szCs w:val="20"/>
              </w:rPr>
              <w:t>#1</w:t>
            </w:r>
            <w:r w:rsidR="00BF3647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COMPRENSIÓN DE CANTIDAD</w:t>
            </w:r>
            <w:r w:rsidR="00AD49B6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–</w:t>
            </w:r>
            <w:r w:rsidR="00AD49B6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PREGUNTAS ORALES</w:t>
            </w:r>
            <w:r w:rsidR="00BF3647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BF3647" w:rsidRPr="00C146A0" w:rsidTr="00E72FA0">
        <w:trPr>
          <w:trHeight w:hRule="exact" w:val="1138"/>
          <w:jc w:val="center"/>
        </w:trPr>
        <w:tc>
          <w:tcPr>
            <w:tcW w:w="8917" w:type="dxa"/>
            <w:gridSpan w:val="6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F54AC9" w:rsidRDefault="00995BBC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Instru</w:t>
            </w:r>
            <w:r w:rsidR="00FC08F4">
              <w:rPr>
                <w:rFonts w:ascii="Calibri" w:hAnsi="Calibri" w:cs="Calibri"/>
                <w:b/>
              </w:rPr>
              <w:t>cciones</w:t>
            </w:r>
            <w:r w:rsidR="00BF3647" w:rsidRPr="00C146A0">
              <w:rPr>
                <w:rFonts w:ascii="Calibri" w:hAnsi="Calibri" w:cs="Calibri"/>
                <w:b/>
              </w:rPr>
              <w:t>:</w:t>
            </w:r>
            <w:r w:rsidR="00BF3647" w:rsidRPr="00C146A0">
              <w:rPr>
                <w:rFonts w:ascii="Calibri" w:hAnsi="Calibri" w:cs="Calibri"/>
              </w:rPr>
              <w:t xml:space="preserve"> </w:t>
            </w:r>
            <w:r w:rsidR="00FC08F4">
              <w:rPr>
                <w:rFonts w:ascii="Calibri" w:hAnsi="Calibri" w:cs="Calibri"/>
              </w:rPr>
              <w:t>F</w:t>
            </w:r>
            <w:r w:rsidR="00FC08F4" w:rsidRPr="00FC08F4">
              <w:rPr>
                <w:rFonts w:ascii="Calibri" w:hAnsi="Calibri" w:cs="Calibri"/>
              </w:rPr>
              <w:t>ormular</w:t>
            </w:r>
            <w:r w:rsidR="00FC08F4">
              <w:rPr>
                <w:rFonts w:ascii="Calibri" w:hAnsi="Calibri" w:cs="Calibri"/>
              </w:rPr>
              <w:t xml:space="preserve"> las</w:t>
            </w:r>
            <w:r w:rsidR="00FC08F4" w:rsidRPr="00FC08F4">
              <w:rPr>
                <w:rFonts w:ascii="Calibri" w:hAnsi="Calibri" w:cs="Calibri"/>
              </w:rPr>
              <w:t xml:space="preserve"> preguntas </w:t>
            </w:r>
            <w:r w:rsidR="00FC08F4">
              <w:rPr>
                <w:rFonts w:ascii="Calibri" w:hAnsi="Calibri" w:cs="Calibri"/>
              </w:rPr>
              <w:t>literalmente</w:t>
            </w:r>
            <w:r w:rsidR="00FC08F4" w:rsidRPr="00FC08F4">
              <w:rPr>
                <w:rFonts w:ascii="Calibri" w:hAnsi="Calibri" w:cs="Calibri"/>
              </w:rPr>
              <w:t xml:space="preserve">. El niño tiene un minuto </w:t>
            </w:r>
            <w:r w:rsidR="00FC08F4">
              <w:rPr>
                <w:rFonts w:ascii="Calibri" w:hAnsi="Calibri" w:cs="Calibri"/>
              </w:rPr>
              <w:t xml:space="preserve">máximo para </w:t>
            </w:r>
            <w:r w:rsidR="00FC08F4" w:rsidRPr="00FC08F4">
              <w:rPr>
                <w:rFonts w:ascii="Calibri" w:hAnsi="Calibri" w:cs="Calibri"/>
              </w:rPr>
              <w:t>responder</w:t>
            </w:r>
            <w:r w:rsidR="00FC08F4">
              <w:rPr>
                <w:rFonts w:ascii="Calibri" w:hAnsi="Calibri" w:cs="Calibri"/>
              </w:rPr>
              <w:t xml:space="preserve"> cada pregunta</w:t>
            </w:r>
            <w:r w:rsidR="00FC08F4" w:rsidRPr="00FC08F4">
              <w:rPr>
                <w:rFonts w:ascii="Calibri" w:hAnsi="Calibri" w:cs="Calibri"/>
              </w:rPr>
              <w:t xml:space="preserve">. </w:t>
            </w:r>
            <w:r w:rsidR="00FC08F4">
              <w:rPr>
                <w:rFonts w:ascii="Calibri" w:hAnsi="Calibri" w:cs="Calibri"/>
              </w:rPr>
              <w:t>Anotar aquí</w:t>
            </w:r>
            <w:r w:rsidR="00FC08F4" w:rsidRPr="00FC08F4">
              <w:rPr>
                <w:rFonts w:ascii="Calibri" w:hAnsi="Calibri" w:cs="Calibri"/>
              </w:rPr>
              <w:t xml:space="preserve"> </w:t>
            </w:r>
            <w:r w:rsidR="00FC08F4">
              <w:rPr>
                <w:rFonts w:ascii="Calibri" w:hAnsi="Calibri" w:cs="Calibri"/>
              </w:rPr>
              <w:t>si el niño</w:t>
            </w:r>
            <w:r w:rsidR="00FC08F4" w:rsidRPr="00FC08F4">
              <w:rPr>
                <w:rFonts w:ascii="Calibri" w:hAnsi="Calibri" w:cs="Calibri"/>
              </w:rPr>
              <w:t xml:space="preserve"> </w:t>
            </w:r>
            <w:r w:rsidR="00FC08F4">
              <w:rPr>
                <w:rFonts w:ascii="Calibri" w:hAnsi="Calibri" w:cs="Calibri"/>
              </w:rPr>
              <w:t>ha</w:t>
            </w:r>
            <w:r w:rsidR="00FC08F4" w:rsidRPr="00FC08F4">
              <w:rPr>
                <w:rFonts w:ascii="Calibri" w:hAnsi="Calibri" w:cs="Calibri"/>
              </w:rPr>
              <w:t xml:space="preserve"> </w:t>
            </w:r>
            <w:r w:rsidR="00FC08F4">
              <w:rPr>
                <w:rFonts w:ascii="Calibri" w:hAnsi="Calibri" w:cs="Calibri"/>
              </w:rPr>
              <w:t xml:space="preserve">respondido </w:t>
            </w:r>
            <w:r w:rsidR="00FC08F4" w:rsidRPr="00FC08F4">
              <w:rPr>
                <w:rFonts w:ascii="Calibri" w:hAnsi="Calibri" w:cs="Calibri"/>
              </w:rPr>
              <w:t>correcta</w:t>
            </w:r>
            <w:r w:rsidR="00FC08F4">
              <w:rPr>
                <w:rFonts w:ascii="Calibri" w:hAnsi="Calibri" w:cs="Calibri"/>
              </w:rPr>
              <w:t>mente</w:t>
            </w:r>
            <w:r w:rsidR="00FC08F4" w:rsidRPr="00FC08F4">
              <w:rPr>
                <w:rFonts w:ascii="Calibri" w:hAnsi="Calibri" w:cs="Calibri"/>
              </w:rPr>
              <w:t xml:space="preserve"> o no. Respuesta correcta = 1 punto, respuesta incorrecta = 0 puntos. </w:t>
            </w:r>
            <w:r w:rsidR="00FC08F4">
              <w:rPr>
                <w:rFonts w:ascii="Calibri" w:hAnsi="Calibri" w:cs="Calibri"/>
              </w:rPr>
              <w:t xml:space="preserve">Para realizar la tarea el alumno </w:t>
            </w:r>
            <w:r w:rsidR="00F54AC9">
              <w:rPr>
                <w:rFonts w:ascii="Calibri" w:hAnsi="Calibri" w:cs="Calibri"/>
              </w:rPr>
              <w:t>debe</w:t>
            </w:r>
            <w:r w:rsidR="00FC08F4">
              <w:rPr>
                <w:rFonts w:ascii="Calibri" w:hAnsi="Calibri" w:cs="Calibri"/>
              </w:rPr>
              <w:t xml:space="preserve"> disponer de </w:t>
            </w:r>
            <w:r w:rsidR="00FC08F4" w:rsidRPr="00FC08F4">
              <w:rPr>
                <w:rFonts w:ascii="Calibri" w:hAnsi="Calibri" w:cs="Calibri"/>
              </w:rPr>
              <w:t>un papel de tamaño A4 en blanco.</w:t>
            </w:r>
          </w:p>
          <w:p w:rsidR="00995BBC" w:rsidRPr="00C146A0" w:rsidRDefault="00995BBC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="00FC08F4">
              <w:rPr>
                <w:rFonts w:ascii="Calibri" w:hAnsi="Calibri" w:cs="Calibri"/>
              </w:rPr>
              <w:t>Anexo</w:t>
            </w:r>
            <w:r w:rsidR="00DB0E6E">
              <w:rPr>
                <w:rFonts w:ascii="Calibri" w:hAnsi="Calibri" w:cs="Calibri"/>
              </w:rPr>
              <w:t xml:space="preserve"> </w:t>
            </w:r>
            <w:r w:rsidR="00FC08F4">
              <w:rPr>
                <w:rFonts w:ascii="Calibri" w:hAnsi="Calibri" w:cs="Calibri"/>
              </w:rPr>
              <w:t>PRE-TES</w:t>
            </w:r>
            <w:r w:rsidR="00F54AC9">
              <w:rPr>
                <w:rFonts w:ascii="Calibri" w:hAnsi="Calibri" w:cs="Calibri"/>
              </w:rPr>
              <w:t>T</w:t>
            </w:r>
            <w:r w:rsidR="00DB0E6E">
              <w:rPr>
                <w:rFonts w:ascii="Calibri" w:hAnsi="Calibri" w:cs="Calibri"/>
              </w:rPr>
              <w:t>#1</w:t>
            </w:r>
            <w:r w:rsidR="00326020" w:rsidRPr="00C146A0">
              <w:rPr>
                <w:rFonts w:ascii="Calibri" w:hAnsi="Calibri" w:cs="Calibri"/>
              </w:rPr>
              <w:t xml:space="preserve"> (</w:t>
            </w:r>
            <w:r w:rsidR="00FC08F4">
              <w:rPr>
                <w:rFonts w:ascii="Calibri" w:hAnsi="Calibri" w:cs="Calibri"/>
              </w:rPr>
              <w:t>Un papel A4 en blanco</w:t>
            </w:r>
            <w:r w:rsidR="00326020" w:rsidRPr="00C146A0">
              <w:rPr>
                <w:rFonts w:ascii="Calibri" w:hAnsi="Calibri" w:cs="Calibri"/>
              </w:rPr>
              <w:t>)</w:t>
            </w:r>
            <w:r w:rsidR="00A77186" w:rsidRPr="00C146A0">
              <w:rPr>
                <w:rFonts w:ascii="Calibri" w:hAnsi="Calibri" w:cs="Calibri"/>
              </w:rPr>
              <w:t xml:space="preserve"> (</w:t>
            </w:r>
            <w:r w:rsidR="00FC08F4">
              <w:rPr>
                <w:rFonts w:ascii="Calibri" w:hAnsi="Calibri" w:cs="Calibri"/>
              </w:rPr>
              <w:t>ejercicios del</w:t>
            </w:r>
            <w:r w:rsidR="00A77186" w:rsidRPr="00C146A0">
              <w:rPr>
                <w:rFonts w:ascii="Calibri" w:hAnsi="Calibri" w:cs="Calibri"/>
              </w:rPr>
              <w:t xml:space="preserve"> 5-8)</w:t>
            </w:r>
            <w:r w:rsidR="00A5268E" w:rsidRPr="00C146A0">
              <w:rPr>
                <w:rFonts w:ascii="Calibri" w:hAnsi="Calibri" w:cs="Calibri"/>
              </w:rPr>
              <w:t xml:space="preserve">, </w:t>
            </w:r>
            <w:r w:rsidR="00FC08F4">
              <w:rPr>
                <w:rFonts w:ascii="Calibri" w:hAnsi="Calibri" w:cs="Calibri"/>
              </w:rPr>
              <w:t>lápiz y goma</w:t>
            </w:r>
            <w:r w:rsidR="00C5067B" w:rsidRPr="00C146A0">
              <w:rPr>
                <w:rFonts w:ascii="Calibri" w:hAnsi="Calibri" w:cs="Calibri"/>
              </w:rPr>
              <w:t>.</w:t>
            </w:r>
          </w:p>
          <w:p w:rsidR="00C5067B" w:rsidRPr="00C146A0" w:rsidRDefault="00842885">
            <w:pPr>
              <w:pStyle w:val="Brdtextkopia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ATENCIÓN</w:t>
            </w:r>
            <w:r w:rsidR="00C5067B" w:rsidRPr="00C146A0">
              <w:rPr>
                <w:rFonts w:ascii="Calibri" w:hAnsi="Calibri" w:cs="Calibri"/>
                <w:b/>
              </w:rPr>
              <w:t>:</w:t>
            </w:r>
            <w:r w:rsidR="00C5067B" w:rsidRPr="00C146A0">
              <w:rPr>
                <w:rFonts w:ascii="Calibri" w:hAnsi="Calibri" w:cs="Calibri"/>
              </w:rPr>
              <w:t xml:space="preserve"> </w:t>
            </w:r>
            <w:r w:rsidR="00FC08F4" w:rsidRPr="00FC08F4">
              <w:rPr>
                <w:rFonts w:ascii="Calibri" w:hAnsi="Calibri" w:cs="Calibri"/>
              </w:rPr>
              <w:t xml:space="preserve">Esta prueba no es obligatoria </w:t>
            </w:r>
            <w:r w:rsidR="00FC08F4">
              <w:rPr>
                <w:rFonts w:ascii="Calibri" w:hAnsi="Calibri" w:cs="Calibri"/>
              </w:rPr>
              <w:t xml:space="preserve">para alumnos </w:t>
            </w:r>
            <w:r w:rsidR="00FC08F4" w:rsidRPr="00FC08F4">
              <w:rPr>
                <w:rFonts w:ascii="Calibri" w:hAnsi="Calibri" w:cs="Calibri"/>
              </w:rPr>
              <w:t>mayores de 7 años</w:t>
            </w:r>
            <w:r w:rsidR="00C5067B" w:rsidRPr="00C146A0">
              <w:rPr>
                <w:rFonts w:ascii="Calibri" w:hAnsi="Calibri" w:cs="Calibri"/>
              </w:rPr>
              <w:t>.</w:t>
            </w:r>
          </w:p>
          <w:p w:rsidR="000F4F1E" w:rsidRPr="00C146A0" w:rsidRDefault="000F4F1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294"/>
          <w:jc w:val="center"/>
        </w:trPr>
        <w:tc>
          <w:tcPr>
            <w:tcW w:w="845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A00C4B" w:rsidRPr="00C146A0" w:rsidRDefault="00FC08F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Tarea</w:t>
            </w:r>
          </w:p>
        </w:tc>
        <w:tc>
          <w:tcPr>
            <w:tcW w:w="436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A00C4B" w:rsidRPr="00C146A0" w:rsidRDefault="00A00C4B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A00C4B" w:rsidRPr="00C146A0" w:rsidRDefault="00FC08F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Respuestas</w:t>
            </w:r>
            <w:r w:rsidR="00A00C4B" w:rsidRPr="00C146A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A00C4B" w:rsidRPr="00C146A0" w:rsidRDefault="00FC08F4" w:rsidP="00FC08F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A00C4B" w:rsidRPr="00C146A0">
              <w:rPr>
                <w:rFonts w:ascii="Calibri" w:hAnsi="Calibri" w:cs="Calibri"/>
              </w:rPr>
              <w:t xml:space="preserve"> </w:t>
            </w:r>
            <w:r w:rsidR="00A62A81" w:rsidRPr="00C146A0">
              <w:rPr>
                <w:rFonts w:ascii="Calibri" w:hAnsi="Calibri" w:cs="Calibri"/>
              </w:rPr>
              <w:t xml:space="preserve">(1 </w:t>
            </w:r>
            <w:r>
              <w:rPr>
                <w:rFonts w:ascii="Calibri" w:hAnsi="Calibri" w:cs="Calibri"/>
              </w:rPr>
              <w:t>o</w:t>
            </w:r>
            <w:r w:rsidR="00A62A81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9A39C3" w:rsidRPr="00CE6456" w:rsidRDefault="00CE6456" w:rsidP="00CE6456">
            <w:pPr>
              <w:pStyle w:val="Brdtextkopia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</w:t>
            </w:r>
            <w:r w:rsidRPr="00CE6456">
              <w:rPr>
                <w:rFonts w:ascii="Calibri" w:hAnsi="Calibri" w:cs="Calibri"/>
              </w:rPr>
              <w:t xml:space="preserve"> contar de</w:t>
            </w:r>
            <w:r>
              <w:rPr>
                <w:rFonts w:ascii="Calibri" w:hAnsi="Calibri" w:cs="Calibri"/>
              </w:rPr>
              <w:t>l</w:t>
            </w:r>
            <w:r w:rsidRPr="00CE6456">
              <w:rPr>
                <w:rFonts w:ascii="Calibri" w:hAnsi="Calibri" w:cs="Calibri"/>
              </w:rPr>
              <w:t xml:space="preserve"> 1-10</w:t>
            </w:r>
            <w:r w:rsidRPr="00CE6456">
              <w:rPr>
                <w:rFonts w:ascii="Calibri" w:hAnsi="Calibri" w:cs="Calibri"/>
                <w:i/>
              </w:rPr>
              <w:t>? (Si el alumno no responde, se le ayuda empezando a contar uno, dos, tres ... ¿Cómo seguirías?)</w:t>
            </w:r>
          </w:p>
          <w:p w:rsidR="00CE6456" w:rsidRPr="00C146A0" w:rsidRDefault="00CE6456" w:rsidP="00CE6456">
            <w:pPr>
              <w:pStyle w:val="Brdtextkopia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9A39C3" w:rsidRPr="00C146A0" w:rsidRDefault="009A39C3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1,2,3,4,5,6,7,8,9,10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9A39C3" w:rsidRPr="00C146A0" w:rsidRDefault="009A39C3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6310C" w:rsidRPr="00C146A0" w:rsidRDefault="00CE6456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Cuenta del 7 al 20.</w:t>
            </w:r>
            <w:r w:rsidR="002E740A" w:rsidRPr="00C146A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6A0" w:rsidRDefault="002E740A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7,8,9,10,11,12,13,</w:t>
            </w:r>
          </w:p>
          <w:p w:rsidR="00A6310C" w:rsidRPr="00C146A0" w:rsidRDefault="002E740A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14,15,16,17, 18,19,20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6310C" w:rsidRPr="00C146A0" w:rsidRDefault="00A6310C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6A0" w:rsidRDefault="00CE6456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Empieza a contar desde el 10 hacia atrás hasta el 1.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6A0" w:rsidRDefault="0010224B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10,9,8,7,6,5,4,3,2,1,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E740A" w:rsidRPr="00C146A0" w:rsidRDefault="002E740A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0224B" w:rsidRPr="00C146A0" w:rsidRDefault="00CE6456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Empieza a contar desde el 18 hacia atrás hasta el 1. 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0224B" w:rsidRPr="00C146A0" w:rsidRDefault="0010224B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18,17,16,15,14,13,12,11,</w:t>
            </w:r>
          </w:p>
          <w:p w:rsidR="0010224B" w:rsidRPr="00C146A0" w:rsidRDefault="0010224B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10,9,8,7,6,5,4,3,2,1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10224B" w:rsidRPr="00C146A0" w:rsidRDefault="0010224B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FC08F4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5?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192948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5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0F4F1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FC08F4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19 con cifras?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0F4F1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</w:t>
            </w:r>
            <w:r w:rsidR="00192948" w:rsidRPr="00C146A0">
              <w:rPr>
                <w:rFonts w:ascii="Calibri" w:hAnsi="Calibri" w:cs="Calibri"/>
              </w:rPr>
              <w:t>9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0F4F1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FC08F4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26 con cifras?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192948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26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0F4F1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E72FA0">
        <w:trPr>
          <w:trHeight w:hRule="exact" w:val="584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FC08F4" w:rsidP="00F54AC9">
            <w:pPr>
              <w:pStyle w:val="Brdtextkopia"/>
              <w:numPr>
                <w:ilvl w:val="0"/>
                <w:numId w:val="1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¿Puedes escribir el número 67 con cifras? </w:t>
            </w:r>
          </w:p>
        </w:tc>
        <w:tc>
          <w:tcPr>
            <w:tcW w:w="20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192948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67</w:t>
            </w:r>
          </w:p>
        </w:tc>
        <w:tc>
          <w:tcPr>
            <w:tcW w:w="1647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0F4F1E" w:rsidRPr="00C146A0" w:rsidRDefault="000F4F1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051077" w:rsidRPr="00C146A0" w:rsidTr="00E72FA0">
        <w:trPr>
          <w:trHeight w:hRule="exact" w:val="776"/>
          <w:jc w:val="center"/>
        </w:trPr>
        <w:tc>
          <w:tcPr>
            <w:tcW w:w="5214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051077" w:rsidRPr="00C146A0" w:rsidRDefault="00051077" w:rsidP="005A439F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3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051077" w:rsidRPr="00C146A0" w:rsidRDefault="007703A8" w:rsidP="005A439F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</w:t>
            </w:r>
            <w:r w:rsidR="00DB0E6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05FB1">
              <w:rPr>
                <w:rFonts w:ascii="Calibri" w:hAnsi="Calibri" w:cs="Calibri"/>
                <w:sz w:val="24"/>
                <w:szCs w:val="24"/>
              </w:rPr>
              <w:t>PRE-TET</w:t>
            </w:r>
            <w:r w:rsidR="00DB0E6E">
              <w:rPr>
                <w:rFonts w:ascii="Calibri" w:hAnsi="Calibri" w:cs="Calibri"/>
                <w:sz w:val="24"/>
                <w:szCs w:val="24"/>
              </w:rPr>
              <w:t>#1</w:t>
            </w:r>
            <w:r w:rsidR="00051077" w:rsidRPr="00C146A0">
              <w:rPr>
                <w:rFonts w:ascii="Calibri" w:hAnsi="Calibri" w:cs="Calibri"/>
                <w:sz w:val="24"/>
                <w:szCs w:val="24"/>
              </w:rPr>
              <w:t xml:space="preserve"> =_____</w:t>
            </w:r>
            <w:r w:rsidR="00E72FA0">
              <w:rPr>
                <w:rFonts w:ascii="Calibri" w:hAnsi="Calibri" w:cs="Calibri"/>
                <w:sz w:val="24"/>
                <w:szCs w:val="24"/>
              </w:rPr>
              <w:t xml:space="preserve"> (má</w:t>
            </w:r>
            <w:r w:rsidR="00051077" w:rsidRPr="00C146A0">
              <w:rPr>
                <w:rFonts w:ascii="Calibri" w:hAnsi="Calibri" w:cs="Calibri"/>
                <w:sz w:val="24"/>
                <w:szCs w:val="24"/>
              </w:rPr>
              <w:t>x=8)</w:t>
            </w:r>
          </w:p>
          <w:p w:rsidR="00051077" w:rsidRPr="00C146A0" w:rsidRDefault="00051077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326020" w:rsidRDefault="00326020"/>
    <w:p w:rsidR="00326020" w:rsidRDefault="00326020">
      <w:pPr>
        <w:spacing w:after="200" w:line="276" w:lineRule="auto"/>
      </w:pPr>
      <w:r>
        <w:br w:type="page"/>
      </w:r>
    </w:p>
    <w:p w:rsidR="00051077" w:rsidRDefault="00051077"/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3A61E4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3A61E4" w:rsidRPr="00C146A0" w:rsidRDefault="00842885" w:rsidP="00870987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PRE-TEST</w:t>
            </w:r>
            <w:r w:rsidR="00DB0E6E">
              <w:rPr>
                <w:rFonts w:ascii="Calibri" w:hAnsi="Calibri" w:cs="Calibri"/>
                <w:b/>
                <w:sz w:val="20"/>
                <w:szCs w:val="20"/>
              </w:rPr>
              <w:t>#2</w:t>
            </w:r>
            <w:r w:rsidR="003A61E4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COMPRENSIÓN </w:t>
            </w:r>
            <w:r w:rsidR="00870987">
              <w:rPr>
                <w:rFonts w:ascii="Calibri" w:hAnsi="Calibri" w:cs="Calibri"/>
                <w:b/>
                <w:sz w:val="20"/>
                <w:szCs w:val="20"/>
              </w:rPr>
              <w:t>DE CANTIDAD</w:t>
            </w:r>
            <w:r w:rsidR="00AD49B6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ESCRITA</w:t>
            </w:r>
            <w:r w:rsidR="00AD49B6" w:rsidRPr="00C146A0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 w:rsidR="003A61E4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3A61E4" w:rsidRPr="00C146A0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842885" w:rsidP="003A61E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</w:t>
            </w:r>
            <w:r w:rsidR="003A61E4" w:rsidRPr="00C146A0">
              <w:rPr>
                <w:rFonts w:ascii="Calibri" w:hAnsi="Calibri" w:cs="Calibri"/>
                <w:b/>
              </w:rPr>
              <w:t>:</w:t>
            </w:r>
            <w:r w:rsidR="003A61E4" w:rsidRPr="00C146A0">
              <w:rPr>
                <w:rFonts w:ascii="Calibri" w:hAnsi="Calibri" w:cs="Calibri"/>
              </w:rPr>
              <w:t xml:space="preserve"> </w:t>
            </w:r>
            <w:r w:rsidR="00D34AD5">
              <w:rPr>
                <w:rFonts w:ascii="Calibri" w:hAnsi="Calibri" w:cs="Calibri"/>
              </w:rPr>
              <w:t>Presentar al niño el PRE-TEST</w:t>
            </w:r>
            <w:r w:rsidR="00DB0E6E">
              <w:rPr>
                <w:rFonts w:ascii="Calibri" w:hAnsi="Calibri" w:cs="Calibri"/>
              </w:rPr>
              <w:t>#2</w:t>
            </w:r>
            <w:r w:rsidR="003A61E4" w:rsidRPr="00C146A0">
              <w:rPr>
                <w:rFonts w:ascii="Calibri" w:hAnsi="Calibri" w:cs="Calibri"/>
              </w:rPr>
              <w:t xml:space="preserve">, </w:t>
            </w:r>
            <w:r w:rsidR="00D34AD5">
              <w:rPr>
                <w:rFonts w:ascii="Calibri" w:hAnsi="Calibri" w:cs="Calibri"/>
              </w:rPr>
              <w:t>Terminar</w:t>
            </w:r>
            <w:r w:rsidR="00A26FCB">
              <w:rPr>
                <w:rFonts w:ascii="Calibri" w:hAnsi="Calibri" w:cs="Calibri"/>
              </w:rPr>
              <w:t xml:space="preserve"> ante la tercera respuesta </w:t>
            </w:r>
            <w:r w:rsidR="00E42F8D">
              <w:rPr>
                <w:rFonts w:ascii="Calibri" w:hAnsi="Calibri" w:cs="Calibri"/>
              </w:rPr>
              <w:t xml:space="preserve">incorrecta </w:t>
            </w:r>
            <w:r w:rsidR="00A26FCB">
              <w:rPr>
                <w:rFonts w:ascii="Calibri" w:hAnsi="Calibri" w:cs="Calibri"/>
              </w:rPr>
              <w:t>consecutiva</w:t>
            </w:r>
            <w:r w:rsidR="003A61E4" w:rsidRPr="00C146A0">
              <w:rPr>
                <w:rFonts w:ascii="Calibri" w:hAnsi="Calibri" w:cs="Calibri"/>
              </w:rPr>
              <w:t xml:space="preserve">. </w:t>
            </w:r>
          </w:p>
          <w:p w:rsidR="003A61E4" w:rsidRPr="00C146A0" w:rsidRDefault="003A61E4" w:rsidP="003A61E4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="00DB0E6E">
              <w:rPr>
                <w:rFonts w:ascii="Calibri" w:hAnsi="Calibri" w:cs="Calibri"/>
              </w:rPr>
              <w:t xml:space="preserve"> </w:t>
            </w:r>
            <w:r w:rsidR="00D34AD5">
              <w:rPr>
                <w:rFonts w:ascii="Calibri" w:hAnsi="Calibri" w:cs="Calibri"/>
              </w:rPr>
              <w:t>Anexo del</w:t>
            </w:r>
            <w:r w:rsidR="00DB0E6E">
              <w:rPr>
                <w:rFonts w:ascii="Calibri" w:hAnsi="Calibri" w:cs="Calibri"/>
              </w:rPr>
              <w:t xml:space="preserve"> </w:t>
            </w:r>
            <w:r w:rsidR="000A1F41">
              <w:rPr>
                <w:rFonts w:ascii="Calibri" w:hAnsi="Calibri" w:cs="Calibri"/>
              </w:rPr>
              <w:t>PRE-TEST</w:t>
            </w:r>
            <w:r w:rsidR="00DB0E6E">
              <w:rPr>
                <w:rFonts w:ascii="Calibri" w:hAnsi="Calibri" w:cs="Calibri"/>
              </w:rPr>
              <w:t>#2,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="00D34AD5">
              <w:rPr>
                <w:rFonts w:ascii="Calibri" w:hAnsi="Calibri" w:cs="Calibri"/>
              </w:rPr>
              <w:t>Lápiz</w:t>
            </w:r>
            <w:r w:rsidRPr="00C146A0">
              <w:rPr>
                <w:rFonts w:ascii="Calibri" w:hAnsi="Calibri" w:cs="Calibri"/>
              </w:rPr>
              <w:t xml:space="preserve">, </w:t>
            </w:r>
            <w:r w:rsidR="00D34AD5">
              <w:rPr>
                <w:rFonts w:ascii="Calibri" w:hAnsi="Calibri" w:cs="Calibri"/>
              </w:rPr>
              <w:t>goma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3A61E4" w:rsidRPr="00C146A0" w:rsidRDefault="00842885" w:rsidP="003A61E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Tiempo</w:t>
            </w:r>
            <w:r w:rsidR="000511DE" w:rsidRPr="00C146A0">
              <w:rPr>
                <w:rFonts w:ascii="Calibri" w:hAnsi="Calibri" w:cs="Calibri"/>
                <w:b/>
              </w:rPr>
              <w:t xml:space="preserve">: </w:t>
            </w:r>
            <w:r>
              <w:rPr>
                <w:rFonts w:ascii="Calibri" w:hAnsi="Calibri" w:cs="Calibri"/>
              </w:rPr>
              <w:t>Má</w:t>
            </w:r>
            <w:r w:rsidR="000511DE" w:rsidRPr="00C146A0">
              <w:rPr>
                <w:rFonts w:ascii="Calibri" w:hAnsi="Calibri" w:cs="Calibri"/>
              </w:rPr>
              <w:t>x</w:t>
            </w:r>
            <w:r>
              <w:rPr>
                <w:rFonts w:ascii="Calibri" w:hAnsi="Calibri" w:cs="Calibri"/>
              </w:rPr>
              <w:t>imo</w:t>
            </w:r>
            <w:r w:rsidR="000511DE" w:rsidRPr="00C146A0">
              <w:rPr>
                <w:rFonts w:ascii="Calibri" w:hAnsi="Calibri" w:cs="Calibri"/>
              </w:rPr>
              <w:t xml:space="preserve"> 5 </w:t>
            </w:r>
            <w:r>
              <w:rPr>
                <w:rFonts w:ascii="Calibri" w:hAnsi="Calibri" w:cs="Calibri"/>
              </w:rPr>
              <w:t>minutos</w:t>
            </w:r>
            <w:r w:rsidR="000511DE" w:rsidRPr="00C146A0">
              <w:rPr>
                <w:rFonts w:ascii="Calibri" w:hAnsi="Calibri" w:cs="Calibri"/>
              </w:rPr>
              <w:t>.</w:t>
            </w:r>
          </w:p>
          <w:p w:rsidR="00842885" w:rsidRPr="00A26FCB" w:rsidRDefault="00842885" w:rsidP="00842885">
            <w:pPr>
              <w:pStyle w:val="Brdtextkopia"/>
              <w:rPr>
                <w:rFonts w:ascii="Calibri" w:hAnsi="Calibri" w:cs="Calibri"/>
              </w:rPr>
            </w:pPr>
            <w:r w:rsidRPr="00842885">
              <w:rPr>
                <w:rFonts w:ascii="Calibri" w:hAnsi="Calibri" w:cs="Calibri"/>
                <w:b/>
              </w:rPr>
              <w:t xml:space="preserve">ATENCIÓN: </w:t>
            </w:r>
            <w:r w:rsidRPr="00A26FCB">
              <w:rPr>
                <w:rFonts w:ascii="Calibri" w:hAnsi="Calibri" w:cs="Calibri"/>
              </w:rPr>
              <w:t>Esta prueba no es obligatoria para alumnos mayores de 7 años</w:t>
            </w:r>
            <w:r w:rsidR="00A26FCB">
              <w:rPr>
                <w:rFonts w:ascii="Calibri" w:hAnsi="Calibri" w:cs="Calibri"/>
              </w:rPr>
              <w:t>.</w:t>
            </w:r>
          </w:p>
          <w:p w:rsidR="00DC7A6F" w:rsidRPr="00C146A0" w:rsidRDefault="00DC7A6F" w:rsidP="003A61E4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6A0" w:rsidRDefault="00842885" w:rsidP="00C146A0">
            <w:pPr>
              <w:pStyle w:val="Brdtextkopi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6A0" w:rsidRDefault="00842885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6A0" w:rsidRDefault="00842885" w:rsidP="0084288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3A61E4" w:rsidRPr="00C146A0">
              <w:rPr>
                <w:rFonts w:ascii="Calibri" w:hAnsi="Calibri" w:cs="Calibri"/>
              </w:rPr>
              <w:t xml:space="preserve"> (1 </w:t>
            </w:r>
            <w:r>
              <w:rPr>
                <w:rFonts w:ascii="Calibri" w:hAnsi="Calibri" w:cs="Calibri"/>
              </w:rPr>
              <w:t>o</w:t>
            </w:r>
            <w:r w:rsidR="003A61E4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981DF9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5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981DF9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981DF9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9, 62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842885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Izquierda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842885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Izquierda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842885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Segunda de la izquierda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842885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 grupo de la izquierda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E60237" w:rsidRPr="00C146A0" w:rsidTr="00C146A0">
        <w:trPr>
          <w:trHeight w:hRule="exact" w:val="571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E60237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E60237" w:rsidRPr="00C146A0" w:rsidRDefault="00D1414F" w:rsidP="005A439F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</w:t>
            </w:r>
            <w:r w:rsidR="00DB0E6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PRE-TEST</w:t>
            </w:r>
            <w:r w:rsidR="00DB0E6E">
              <w:rPr>
                <w:rFonts w:ascii="Calibri" w:hAnsi="Calibri" w:cs="Calibri"/>
                <w:sz w:val="24"/>
                <w:szCs w:val="24"/>
              </w:rPr>
              <w:t xml:space="preserve">#2    </w:t>
            </w:r>
            <w:r w:rsidR="00E60237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DB0E6E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E60237" w:rsidRPr="00C146A0">
              <w:rPr>
                <w:rFonts w:ascii="Calibri" w:hAnsi="Calibri" w:cs="Calibri"/>
                <w:sz w:val="24"/>
                <w:szCs w:val="24"/>
              </w:rPr>
              <w:t>(</w:t>
            </w:r>
            <w:r w:rsidR="007845A6">
              <w:rPr>
                <w:rFonts w:ascii="Calibri" w:hAnsi="Calibri" w:cs="Calibri"/>
                <w:sz w:val="24"/>
                <w:szCs w:val="24"/>
              </w:rPr>
              <w:t>m</w:t>
            </w:r>
            <w:r w:rsidR="000A1F41">
              <w:rPr>
                <w:rFonts w:ascii="Calibri" w:hAnsi="Calibri" w:cs="Calibri"/>
                <w:sz w:val="24"/>
                <w:szCs w:val="24"/>
              </w:rPr>
              <w:t>á</w:t>
            </w:r>
            <w:r w:rsidR="00E60237" w:rsidRPr="00C146A0">
              <w:rPr>
                <w:rFonts w:ascii="Calibri" w:hAnsi="Calibri" w:cs="Calibri"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E60237" w:rsidRPr="00C146A0">
              <w:rPr>
                <w:rFonts w:ascii="Calibri" w:hAnsi="Calibri" w:cs="Calibri"/>
                <w:sz w:val="24"/>
                <w:szCs w:val="24"/>
              </w:rPr>
              <w:t>=7)</w:t>
            </w:r>
          </w:p>
          <w:p w:rsidR="00E60237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051077" w:rsidRDefault="00051077"/>
    <w:p w:rsidR="003A61E4" w:rsidRDefault="003A61E4"/>
    <w:p w:rsidR="00326020" w:rsidRDefault="00326020">
      <w:pPr>
        <w:spacing w:after="200" w:line="276" w:lineRule="auto"/>
      </w:pPr>
      <w:r>
        <w:br w:type="page"/>
      </w:r>
    </w:p>
    <w:p w:rsidR="003A61E4" w:rsidRDefault="003A61E4"/>
    <w:p w:rsidR="00920F91" w:rsidRDefault="00920F91"/>
    <w:p w:rsidR="00920F91" w:rsidRDefault="00920F91"/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3A61E4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3A61E4" w:rsidRPr="00C146A0" w:rsidRDefault="007703A8" w:rsidP="007703A8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PRE-TEST</w:t>
            </w:r>
            <w:r w:rsidR="00DB0E6E">
              <w:rPr>
                <w:rFonts w:ascii="Calibri" w:hAnsi="Calibri" w:cs="Calibri"/>
                <w:b/>
                <w:sz w:val="20"/>
                <w:szCs w:val="20"/>
              </w:rPr>
              <w:t>#3</w:t>
            </w:r>
            <w:r w:rsidR="003A61E4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SERIES</w:t>
            </w:r>
          </w:p>
        </w:tc>
      </w:tr>
      <w:tr w:rsidR="003A61E4" w:rsidRPr="00C146A0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E42F8D" w:rsidRPr="00C146A0" w:rsidRDefault="00E42F8D" w:rsidP="00E42F8D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Instrucciones:</w:t>
            </w:r>
            <w:r>
              <w:rPr>
                <w:rFonts w:ascii="Calibri" w:hAnsi="Calibri" w:cs="Calibri"/>
              </w:rPr>
              <w:t xml:space="preserve"> Presentar al niño el PRE-TEST#3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Terminar ante la segunda respuesta incorrecta consecutiva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E42F8D" w:rsidRPr="00C146A0" w:rsidRDefault="00E42F8D" w:rsidP="00E42F8D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="00A0219F">
              <w:rPr>
                <w:rFonts w:ascii="Calibri" w:hAnsi="Calibri" w:cs="Calibri"/>
              </w:rPr>
              <w:t xml:space="preserve"> Anexo del PRE-TEST</w:t>
            </w:r>
            <w:r w:rsidR="007703A8">
              <w:rPr>
                <w:rFonts w:ascii="Calibri" w:hAnsi="Calibri" w:cs="Calibri"/>
              </w:rPr>
              <w:t>#3</w:t>
            </w:r>
            <w:r>
              <w:rPr>
                <w:rFonts w:ascii="Calibri" w:hAnsi="Calibri" w:cs="Calibri"/>
              </w:rPr>
              <w:t>,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Lápiz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goma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3A61E4" w:rsidRPr="00C146A0" w:rsidRDefault="007703A8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ATENCIÓN</w:t>
            </w:r>
            <w:r w:rsidR="003A61E4" w:rsidRPr="00C146A0">
              <w:rPr>
                <w:rFonts w:ascii="Calibri" w:hAnsi="Calibri" w:cs="Calibri"/>
                <w:b/>
              </w:rPr>
              <w:t>!</w:t>
            </w:r>
            <w:r w:rsidR="00520186"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Terminar ante la segunda respuesta incorrecta consecutiva</w:t>
            </w:r>
            <w:r w:rsidRPr="00C146A0">
              <w:rPr>
                <w:rFonts w:ascii="Calibri" w:hAnsi="Calibri" w:cs="Calibri"/>
              </w:rPr>
              <w:t>.</w:t>
            </w: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6A0" w:rsidRDefault="007703A8" w:rsidP="00C146A0">
            <w:pPr>
              <w:pStyle w:val="Brdtextkopi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6A0" w:rsidRDefault="007703A8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3A61E4" w:rsidRPr="00C146A0" w:rsidRDefault="007703A8" w:rsidP="001153A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3A61E4" w:rsidRPr="00C146A0">
              <w:rPr>
                <w:rFonts w:ascii="Calibri" w:hAnsi="Calibri" w:cs="Calibri"/>
              </w:rPr>
              <w:t xml:space="preserve"> (1 </w:t>
            </w:r>
            <w:r w:rsidR="001153AF">
              <w:rPr>
                <w:rFonts w:ascii="Calibri" w:hAnsi="Calibri" w:cs="Calibri"/>
              </w:rPr>
              <w:t>o</w:t>
            </w:r>
            <w:r w:rsidR="003A61E4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 xml:space="preserve">20, 19, 18 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10, 12, 14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25, 30, 35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9,6, 3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10, 13, 16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15,11,7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19, 24,29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A61E4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C146A0">
            <w:pPr>
              <w:pStyle w:val="Brdtextkopi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40, 32, 24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3A61E4" w:rsidRPr="00C146A0" w:rsidRDefault="003A61E4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E60237" w:rsidRPr="00C146A0" w:rsidTr="00A0219F">
        <w:trPr>
          <w:trHeight w:hRule="exact" w:val="701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E60237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E60237" w:rsidRPr="00C146A0" w:rsidRDefault="007703A8" w:rsidP="005A439F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 PRE-</w:t>
            </w:r>
            <w:r w:rsidR="00DB0E6E">
              <w:rPr>
                <w:rFonts w:ascii="Calibri" w:hAnsi="Calibri" w:cs="Calibri"/>
                <w:sz w:val="24"/>
                <w:szCs w:val="24"/>
              </w:rPr>
              <w:t>TEST#3</w:t>
            </w:r>
            <w:r w:rsidR="00E60237" w:rsidRPr="00C146A0">
              <w:rPr>
                <w:rFonts w:ascii="Calibri" w:hAnsi="Calibri" w:cs="Calibri"/>
                <w:sz w:val="24"/>
                <w:szCs w:val="24"/>
              </w:rPr>
              <w:t xml:space="preserve"> =_____</w:t>
            </w:r>
            <w:r w:rsidR="00A0219F">
              <w:rPr>
                <w:rFonts w:ascii="Calibri" w:hAnsi="Calibri" w:cs="Calibri"/>
                <w:sz w:val="24"/>
                <w:szCs w:val="24"/>
              </w:rPr>
              <w:t xml:space="preserve"> (má</w:t>
            </w:r>
            <w:r w:rsidR="00E60237" w:rsidRPr="00C146A0">
              <w:rPr>
                <w:rFonts w:ascii="Calibri" w:hAnsi="Calibri" w:cs="Calibri"/>
                <w:sz w:val="24"/>
                <w:szCs w:val="24"/>
              </w:rPr>
              <w:t>x=8)</w:t>
            </w:r>
          </w:p>
          <w:p w:rsidR="00E60237" w:rsidRPr="00C146A0" w:rsidRDefault="00E60237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520186" w:rsidRDefault="00520186"/>
    <w:p w:rsidR="00DC7A6F" w:rsidRDefault="00DC7A6F"/>
    <w:p w:rsidR="00DC7A6F" w:rsidRDefault="00DC7A6F"/>
    <w:p w:rsidR="004C4375" w:rsidRDefault="004C4375"/>
    <w:p w:rsidR="004C4375" w:rsidRDefault="004C4375" w:rsidP="004C4375"/>
    <w:p w:rsidR="00326020" w:rsidRDefault="00326020">
      <w:pPr>
        <w:spacing w:after="200" w:line="276" w:lineRule="auto"/>
      </w:pPr>
      <w:r>
        <w:br w:type="page"/>
      </w:r>
    </w:p>
    <w:p w:rsidR="004C4375" w:rsidRDefault="004C4375" w:rsidP="004C4375"/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4C4375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4C4375" w:rsidRPr="00C146A0" w:rsidRDefault="00B249F6" w:rsidP="00B249F6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PRE-TEST</w:t>
            </w:r>
            <w:r w:rsidR="00DB0E6E">
              <w:rPr>
                <w:rFonts w:ascii="Calibri" w:hAnsi="Calibri" w:cs="Calibri"/>
                <w:b/>
                <w:sz w:val="20"/>
                <w:szCs w:val="20"/>
              </w:rPr>
              <w:t>#4</w:t>
            </w:r>
            <w:r w:rsidR="004C4375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CÁLCULO MENTAL</w:t>
            </w:r>
          </w:p>
        </w:tc>
      </w:tr>
      <w:tr w:rsidR="004C4375" w:rsidRPr="00C146A0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B249F6" w:rsidRPr="00C146A0" w:rsidRDefault="00B249F6" w:rsidP="00B249F6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Instrucciones:</w:t>
            </w:r>
            <w:r>
              <w:rPr>
                <w:rFonts w:ascii="Calibri" w:hAnsi="Calibri" w:cs="Calibri"/>
              </w:rPr>
              <w:t xml:space="preserve"> Presentar al niño el PRE-TEST#4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B249F6" w:rsidRPr="00C146A0" w:rsidRDefault="00B249F6" w:rsidP="00B249F6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>
              <w:rPr>
                <w:rFonts w:ascii="Calibri" w:hAnsi="Calibri" w:cs="Calibri"/>
              </w:rPr>
              <w:t xml:space="preserve"> Anexo del </w:t>
            </w:r>
            <w:r w:rsidR="00BA6843">
              <w:rPr>
                <w:rFonts w:ascii="Calibri" w:hAnsi="Calibri" w:cs="Calibri"/>
              </w:rPr>
              <w:t>PRE-TEST</w:t>
            </w:r>
            <w:r>
              <w:rPr>
                <w:rFonts w:ascii="Calibri" w:hAnsi="Calibri" w:cs="Calibri"/>
              </w:rPr>
              <w:t>#4,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Lápiz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goma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C4375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C4375" w:rsidRPr="00C146A0" w:rsidRDefault="001153AF" w:rsidP="00C146A0">
            <w:pPr>
              <w:pStyle w:val="Brdtextkopi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C4375" w:rsidRPr="00C146A0" w:rsidRDefault="001153AF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C4375" w:rsidRPr="00C146A0" w:rsidRDefault="001153AF" w:rsidP="001153A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4C4375" w:rsidRPr="00C146A0">
              <w:rPr>
                <w:rFonts w:ascii="Calibri" w:hAnsi="Calibri" w:cs="Calibri"/>
              </w:rPr>
              <w:t xml:space="preserve"> (1 </w:t>
            </w:r>
            <w:r>
              <w:rPr>
                <w:rFonts w:ascii="Calibri" w:hAnsi="Calibri" w:cs="Calibri"/>
              </w:rPr>
              <w:t>o</w:t>
            </w:r>
            <w:r w:rsidR="004C4375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4C4375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C4375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9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C4375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C4375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C4375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C146A0">
            <w:pPr>
              <w:pStyle w:val="Brdtextkopi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70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C4375" w:rsidRPr="00C146A0" w:rsidTr="00920F91">
        <w:trPr>
          <w:trHeight w:hRule="exact" w:val="592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4C4375" w:rsidRPr="00C146A0" w:rsidRDefault="001153AF" w:rsidP="005A439F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</w:t>
            </w:r>
            <w:r w:rsidR="008E528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PRE-TEST</w:t>
            </w:r>
            <w:r w:rsidR="008E5289">
              <w:rPr>
                <w:rFonts w:ascii="Calibri" w:hAnsi="Calibri" w:cs="Calibri"/>
                <w:sz w:val="24"/>
                <w:szCs w:val="24"/>
              </w:rPr>
              <w:t>#4</w:t>
            </w:r>
            <w:r w:rsidR="004C4375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920F91">
              <w:rPr>
                <w:rFonts w:ascii="Calibri" w:hAnsi="Calibri" w:cs="Calibri"/>
                <w:sz w:val="24"/>
                <w:szCs w:val="24"/>
              </w:rPr>
              <w:t xml:space="preserve"> (má</w:t>
            </w:r>
            <w:r w:rsidR="004C4375" w:rsidRPr="00C146A0">
              <w:rPr>
                <w:rFonts w:ascii="Calibri" w:hAnsi="Calibri" w:cs="Calibri"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  <w:r w:rsidR="004C4375" w:rsidRPr="00C146A0">
              <w:rPr>
                <w:rFonts w:ascii="Calibri" w:hAnsi="Calibri" w:cs="Calibri"/>
                <w:sz w:val="24"/>
                <w:szCs w:val="24"/>
              </w:rPr>
              <w:t>=5)</w:t>
            </w:r>
          </w:p>
          <w:p w:rsidR="004C4375" w:rsidRPr="00C146A0" w:rsidRDefault="004C4375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DC7A6F" w:rsidRDefault="00DC7A6F"/>
    <w:p w:rsidR="00051077" w:rsidRDefault="00051077"/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5220"/>
        <w:gridCol w:w="2059"/>
        <w:gridCol w:w="1649"/>
      </w:tblGrid>
      <w:tr w:rsidR="00051077" w:rsidRPr="00C146A0" w:rsidTr="00C146A0">
        <w:trPr>
          <w:trHeight w:hRule="exact" w:val="556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051077" w:rsidRPr="00C146A0" w:rsidRDefault="00E43044" w:rsidP="00E43044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PRE-TEST</w:t>
            </w:r>
            <w:r w:rsidR="008E5289">
              <w:rPr>
                <w:rFonts w:ascii="Calibri" w:hAnsi="Calibri" w:cs="Calibri"/>
                <w:b/>
                <w:sz w:val="20"/>
                <w:szCs w:val="20"/>
              </w:rPr>
              <w:t>#5</w:t>
            </w:r>
            <w:r w:rsidR="00051077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 w:rsidR="00520186" w:rsidRPr="00C146A0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RITMÉTICA</w:t>
            </w:r>
            <w:r w:rsidR="00520186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PREGUNTAS ORALES</w:t>
            </w:r>
            <w:r w:rsidR="00520186" w:rsidRPr="00C146A0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 w:rsidR="00051077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051077" w:rsidRPr="00C146A0" w:rsidTr="00C146A0">
        <w:trPr>
          <w:trHeight w:hRule="exact" w:val="1324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E43044" w:rsidRDefault="00051077" w:rsidP="00051077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Instru</w:t>
            </w:r>
            <w:r w:rsidR="00E43044">
              <w:rPr>
                <w:rFonts w:ascii="Calibri" w:hAnsi="Calibri" w:cs="Calibri"/>
                <w:b/>
              </w:rPr>
              <w:t>cciones</w:t>
            </w:r>
            <w:r w:rsidRPr="00C146A0">
              <w:rPr>
                <w:rFonts w:ascii="Calibri" w:hAnsi="Calibri" w:cs="Calibri"/>
                <w:b/>
              </w:rPr>
              <w:t>: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="002B11DD">
              <w:rPr>
                <w:rFonts w:ascii="Calibri" w:hAnsi="Calibri" w:cs="Calibri"/>
              </w:rPr>
              <w:t>F</w:t>
            </w:r>
            <w:r w:rsidR="00E43044" w:rsidRPr="00E43044">
              <w:rPr>
                <w:rFonts w:ascii="Calibri" w:hAnsi="Calibri" w:cs="Calibri"/>
              </w:rPr>
              <w:t xml:space="preserve">ormular </w:t>
            </w:r>
            <w:r w:rsidR="00BF47E4">
              <w:rPr>
                <w:rFonts w:ascii="Calibri" w:hAnsi="Calibri" w:cs="Calibri"/>
              </w:rPr>
              <w:t xml:space="preserve">las </w:t>
            </w:r>
            <w:r w:rsidR="00E43044" w:rsidRPr="00E43044">
              <w:rPr>
                <w:rFonts w:ascii="Calibri" w:hAnsi="Calibri" w:cs="Calibri"/>
              </w:rPr>
              <w:t xml:space="preserve">preguntas textualmente. </w:t>
            </w:r>
            <w:r w:rsidR="00BF47E4">
              <w:rPr>
                <w:rFonts w:ascii="Calibri" w:hAnsi="Calibri" w:cs="Calibri"/>
              </w:rPr>
              <w:t xml:space="preserve">Escribir </w:t>
            </w:r>
            <w:r w:rsidR="00E43044" w:rsidRPr="00E43044">
              <w:rPr>
                <w:rFonts w:ascii="Calibri" w:hAnsi="Calibri" w:cs="Calibri"/>
              </w:rPr>
              <w:t xml:space="preserve"> </w:t>
            </w:r>
            <w:r w:rsidR="00BF47E4">
              <w:rPr>
                <w:rFonts w:ascii="Calibri" w:hAnsi="Calibri" w:cs="Calibri"/>
              </w:rPr>
              <w:t xml:space="preserve">si </w:t>
            </w:r>
            <w:r w:rsidR="00E43044" w:rsidRPr="00E43044">
              <w:rPr>
                <w:rFonts w:ascii="Calibri" w:hAnsi="Calibri" w:cs="Calibri"/>
              </w:rPr>
              <w:t xml:space="preserve"> la respuesta </w:t>
            </w:r>
            <w:r w:rsidR="00BF47E4">
              <w:rPr>
                <w:rFonts w:ascii="Calibri" w:hAnsi="Calibri" w:cs="Calibri"/>
              </w:rPr>
              <w:t xml:space="preserve">es </w:t>
            </w:r>
            <w:r w:rsidR="00E43044" w:rsidRPr="00E43044">
              <w:rPr>
                <w:rFonts w:ascii="Calibri" w:hAnsi="Calibri" w:cs="Calibri"/>
              </w:rPr>
              <w:t>correcta o no. Respuesta correcta = 1 punto, respuesta incorrecta = 0 puntos.</w:t>
            </w:r>
          </w:p>
          <w:p w:rsidR="00051077" w:rsidRPr="00C146A0" w:rsidRDefault="00051077" w:rsidP="00051077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="00BF47E4">
              <w:rPr>
                <w:rFonts w:ascii="Calibri" w:hAnsi="Calibri" w:cs="Calibri"/>
              </w:rPr>
              <w:t>Cronómetro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051077" w:rsidRPr="00C146A0" w:rsidRDefault="00BF47E4" w:rsidP="00051077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Tiempo</w:t>
            </w:r>
            <w:r w:rsidR="00051077" w:rsidRPr="00C146A0">
              <w:rPr>
                <w:rFonts w:ascii="Calibri" w:hAnsi="Calibri" w:cs="Calibri"/>
                <w:b/>
              </w:rPr>
              <w:t xml:space="preserve">: </w:t>
            </w:r>
            <w:r w:rsidR="00051077" w:rsidRPr="00C146A0">
              <w:rPr>
                <w:rFonts w:ascii="Calibri" w:hAnsi="Calibri" w:cs="Calibri"/>
              </w:rPr>
              <w:t xml:space="preserve">Max 20 </w:t>
            </w:r>
            <w:r>
              <w:rPr>
                <w:rFonts w:ascii="Calibri" w:hAnsi="Calibri" w:cs="Calibri"/>
              </w:rPr>
              <w:t>segundos</w:t>
            </w:r>
            <w:r w:rsidR="00051077"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por ejercicio</w:t>
            </w:r>
          </w:p>
          <w:p w:rsidR="00051077" w:rsidRPr="00C146A0" w:rsidRDefault="00BF47E4" w:rsidP="00BF47E4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¡Atención</w:t>
            </w:r>
            <w:r w:rsidR="00051077" w:rsidRPr="00C146A0">
              <w:rPr>
                <w:rFonts w:ascii="Calibri" w:hAnsi="Calibri" w:cs="Calibri"/>
                <w:b/>
              </w:rPr>
              <w:t>!</w:t>
            </w:r>
            <w:r w:rsidR="00520186"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La prueba termina cuando falla 2 veces consecutivas </w:t>
            </w: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BF47E4" w:rsidP="00BF47E4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tienes 4 caramelos y tu compañero tiene 1, ¿cuántos tenéis entre los dos?</w:t>
            </w:r>
            <w:r w:rsidR="00295D39" w:rsidRPr="00C146A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BF47E4" w:rsidP="00BF47E4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 Oscar tiene </w:t>
            </w:r>
            <w:r w:rsidR="00192948" w:rsidRPr="00C146A0">
              <w:rPr>
                <w:rFonts w:ascii="Calibri" w:hAnsi="Calibri" w:cs="Calibri"/>
              </w:rPr>
              <w:t xml:space="preserve">3 </w:t>
            </w:r>
            <w:r>
              <w:rPr>
                <w:rFonts w:ascii="Calibri" w:hAnsi="Calibri" w:cs="Calibri"/>
              </w:rPr>
              <w:t>manzanas</w:t>
            </w:r>
            <w:r w:rsidR="00192948" w:rsidRPr="00C146A0">
              <w:rPr>
                <w:rFonts w:ascii="Calibri" w:hAnsi="Calibri" w:cs="Calibri"/>
              </w:rPr>
              <w:t xml:space="preserve">, Sara </w:t>
            </w:r>
            <w:r>
              <w:rPr>
                <w:rFonts w:ascii="Calibri" w:hAnsi="Calibri" w:cs="Calibri"/>
              </w:rPr>
              <w:t>tiene</w:t>
            </w:r>
            <w:r w:rsidR="00192948" w:rsidRPr="00C146A0">
              <w:rPr>
                <w:rFonts w:ascii="Calibri" w:hAnsi="Calibri" w:cs="Calibri"/>
              </w:rPr>
              <w:t xml:space="preserve"> 5 </w:t>
            </w:r>
            <w:r>
              <w:rPr>
                <w:rFonts w:ascii="Calibri" w:hAnsi="Calibri" w:cs="Calibri"/>
              </w:rPr>
              <w:t>y</w:t>
            </w:r>
            <w:r w:rsidR="00192948" w:rsidRPr="00C146A0">
              <w:rPr>
                <w:rFonts w:ascii="Calibri" w:hAnsi="Calibri" w:cs="Calibri"/>
              </w:rPr>
              <w:t xml:space="preserve"> Emil</w:t>
            </w:r>
            <w:r>
              <w:rPr>
                <w:rFonts w:ascii="Calibri" w:hAnsi="Calibri" w:cs="Calibri"/>
              </w:rPr>
              <w:t>io</w:t>
            </w:r>
            <w:r w:rsidR="00192948" w:rsidRPr="00C146A0">
              <w:rPr>
                <w:rFonts w:ascii="Calibri" w:hAnsi="Calibri" w:cs="Calibri"/>
              </w:rPr>
              <w:t xml:space="preserve"> 2</w:t>
            </w:r>
            <w:r w:rsidR="00295D39"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¿Cuantas manzanas tienen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</w:t>
            </w:r>
            <w:r w:rsidR="00192948" w:rsidRPr="00C146A0">
              <w:rPr>
                <w:rFonts w:ascii="Calibri" w:hAnsi="Calibri" w:cs="Calibri"/>
              </w:rPr>
              <w:t>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351B54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BF47E4" w:rsidP="00BF47E4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tienes 3 euros y quieres comprar un bolígrafo que vale 5 euros, ¿tendrás suficiente dinero? ¿Cuántos euros te faltan?</w:t>
            </w:r>
            <w:r w:rsidR="00295D39" w:rsidRPr="00C146A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326020" w:rsidP="003C62D1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(</w:t>
            </w:r>
            <w:r w:rsidR="003C62D1">
              <w:rPr>
                <w:rFonts w:ascii="Calibri" w:hAnsi="Calibri" w:cs="Calibri"/>
              </w:rPr>
              <w:t>no</w:t>
            </w:r>
            <w:r w:rsidRPr="00C146A0">
              <w:rPr>
                <w:rFonts w:ascii="Calibri" w:hAnsi="Calibri" w:cs="Calibri"/>
              </w:rPr>
              <w:t xml:space="preserve">) </w:t>
            </w:r>
            <w:r w:rsidR="00192948" w:rsidRPr="00C146A0">
              <w:rPr>
                <w:rFonts w:ascii="Calibri" w:hAnsi="Calibri" w:cs="Calibri"/>
              </w:rPr>
              <w:t>2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BF47E4" w:rsidP="0059125D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 </w:t>
            </w:r>
            <w:r w:rsidR="0059125D">
              <w:rPr>
                <w:rFonts w:ascii="Calibri" w:hAnsi="Calibri" w:cs="Calibri"/>
              </w:rPr>
              <w:t xml:space="preserve">en el plato </w:t>
            </w:r>
            <w:r>
              <w:rPr>
                <w:rFonts w:ascii="Calibri" w:hAnsi="Calibri" w:cs="Calibri"/>
              </w:rPr>
              <w:t xml:space="preserve">tienes </w:t>
            </w:r>
            <w:r w:rsidR="0059125D">
              <w:rPr>
                <w:rFonts w:ascii="Calibri" w:hAnsi="Calibri" w:cs="Calibri"/>
              </w:rPr>
              <w:t>9 croquetas y te comes 4, ¿Cuántas te quedan en el plato?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192948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59125D" w:rsidP="0059125D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tienes 3 euros y quieres comprar una libreta que vale 7 euros, ¿tendrás suficiente dinero? ¿Cuántos euros te faltan?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326020" w:rsidP="003C62D1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(</w:t>
            </w:r>
            <w:r w:rsidR="003C62D1">
              <w:rPr>
                <w:rFonts w:ascii="Calibri" w:hAnsi="Calibri" w:cs="Calibri"/>
              </w:rPr>
              <w:t>no</w:t>
            </w:r>
            <w:r w:rsidRPr="00C146A0">
              <w:rPr>
                <w:rFonts w:ascii="Calibri" w:hAnsi="Calibri" w:cs="Calibri"/>
              </w:rPr>
              <w:t xml:space="preserve">) </w:t>
            </w:r>
            <w:r w:rsidR="00192948" w:rsidRPr="00C146A0">
              <w:rPr>
                <w:rFonts w:ascii="Calibri" w:hAnsi="Calibri" w:cs="Calibri"/>
              </w:rPr>
              <w:t>4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59125D" w:rsidP="0059125D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teneis</w:t>
            </w:r>
            <w:r w:rsidR="00192948" w:rsidRPr="00C146A0">
              <w:rPr>
                <w:rFonts w:ascii="Calibri" w:hAnsi="Calibri" w:cs="Calibri"/>
              </w:rPr>
              <w:t xml:space="preserve"> 3 </w:t>
            </w:r>
            <w:r>
              <w:rPr>
                <w:rFonts w:ascii="Calibri" w:hAnsi="Calibri" w:cs="Calibri"/>
              </w:rPr>
              <w:t>raquetas pero quereis jugar 9 niños, ¿teneis suficientes raquetas para todos? ¿Cuántas os faltan?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326020" w:rsidP="003C62D1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(</w:t>
            </w:r>
            <w:r w:rsidR="003C62D1">
              <w:rPr>
                <w:rFonts w:ascii="Calibri" w:hAnsi="Calibri" w:cs="Calibri"/>
              </w:rPr>
              <w:t>no</w:t>
            </w:r>
            <w:r w:rsidRPr="00C146A0">
              <w:rPr>
                <w:rFonts w:ascii="Calibri" w:hAnsi="Calibri" w:cs="Calibri"/>
              </w:rPr>
              <w:t xml:space="preserve">) </w:t>
            </w:r>
            <w:r w:rsidR="00295D39" w:rsidRPr="00C146A0">
              <w:rPr>
                <w:rFonts w:ascii="Calibri" w:hAnsi="Calibri" w:cs="Calibri"/>
              </w:rPr>
              <w:t>6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3C62D1" w:rsidP="003C62D1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Carlos tiene</w:t>
            </w:r>
            <w:r w:rsidR="00192948" w:rsidRPr="00C146A0">
              <w:rPr>
                <w:rFonts w:ascii="Calibri" w:hAnsi="Calibri" w:cs="Calibri"/>
              </w:rPr>
              <w:t xml:space="preserve"> 28 </w:t>
            </w:r>
            <w:r>
              <w:rPr>
                <w:rFonts w:ascii="Calibri" w:hAnsi="Calibri" w:cs="Calibri"/>
              </w:rPr>
              <w:t>galletas</w:t>
            </w:r>
            <w:r w:rsidR="00192948"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y</w:t>
            </w:r>
            <w:r w:rsidR="00192948" w:rsidRPr="00C146A0">
              <w:rPr>
                <w:rFonts w:ascii="Calibri" w:hAnsi="Calibri" w:cs="Calibri"/>
              </w:rPr>
              <w:t xml:space="preserve"> Sara 21</w:t>
            </w:r>
            <w:r w:rsidR="00326020" w:rsidRPr="00C146A0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>¿Cuántas galletas tienen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</w:t>
            </w:r>
            <w:r w:rsidR="00192948" w:rsidRPr="00C146A0">
              <w:rPr>
                <w:rFonts w:ascii="Calibri" w:hAnsi="Calibri" w:cs="Calibri"/>
              </w:rPr>
              <w:t>9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3C62D1" w:rsidP="003C62D1">
            <w:pPr>
              <w:pStyle w:val="Brdtextkopi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Hay 42 personas en un autobús. En la parada bajan 10. ¿Cuántas personas quedan en el autobús? 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192948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32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295D39" w:rsidRPr="00C146A0" w:rsidTr="00920F91">
        <w:trPr>
          <w:trHeight w:hRule="exact" w:val="613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295D39" w:rsidRPr="00C146A0" w:rsidRDefault="00295D39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351B54" w:rsidRPr="00C146A0" w:rsidRDefault="003C62D1" w:rsidP="00351B54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 PRE-TEST</w:t>
            </w:r>
            <w:r w:rsidR="008E5289">
              <w:rPr>
                <w:rFonts w:ascii="Calibri" w:hAnsi="Calibri" w:cs="Calibri"/>
                <w:sz w:val="24"/>
                <w:szCs w:val="24"/>
              </w:rPr>
              <w:t>#5</w:t>
            </w:r>
            <w:r w:rsidR="00351B54" w:rsidRPr="00C146A0">
              <w:rPr>
                <w:rFonts w:ascii="Calibri" w:hAnsi="Calibri" w:cs="Calibri"/>
                <w:sz w:val="24"/>
                <w:szCs w:val="24"/>
              </w:rPr>
              <w:t xml:space="preserve"> =_____</w:t>
            </w:r>
            <w:r w:rsidR="00920F91">
              <w:rPr>
                <w:rFonts w:ascii="Calibri" w:hAnsi="Calibri" w:cs="Calibri"/>
                <w:sz w:val="24"/>
                <w:szCs w:val="24"/>
              </w:rPr>
              <w:t xml:space="preserve"> (má</w:t>
            </w:r>
            <w:r w:rsidR="00351B54" w:rsidRPr="00C146A0">
              <w:rPr>
                <w:rFonts w:ascii="Calibri" w:hAnsi="Calibri" w:cs="Calibri"/>
                <w:sz w:val="24"/>
                <w:szCs w:val="24"/>
              </w:rPr>
              <w:t>x=8)</w:t>
            </w:r>
          </w:p>
          <w:p w:rsidR="00295D39" w:rsidRPr="00C146A0" w:rsidRDefault="00295D39" w:rsidP="00351B54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520186" w:rsidRDefault="00520186"/>
    <w:p w:rsidR="005A439F" w:rsidRPr="00C146A0" w:rsidRDefault="002B11DD" w:rsidP="005A439F">
      <w:pPr>
        <w:pStyle w:val="Rubriktillmtesanteckningar"/>
        <w:jc w:val="center"/>
        <w:rPr>
          <w:rFonts w:ascii="Calibri" w:hAnsi="Calibri" w:cs="Calibri"/>
          <w:b/>
          <w:color w:val="365F91"/>
          <w:sz w:val="44"/>
          <w:szCs w:val="44"/>
        </w:rPr>
      </w:pPr>
      <w:bookmarkStart w:id="0" w:name="_GoBack"/>
      <w:bookmarkEnd w:id="0"/>
      <w:r>
        <w:rPr>
          <w:rFonts w:ascii="Calibri" w:hAnsi="Calibri" w:cs="Calibri"/>
          <w:b/>
          <w:color w:val="365F91"/>
          <w:sz w:val="44"/>
          <w:szCs w:val="44"/>
        </w:rPr>
        <w:lastRenderedPageBreak/>
        <w:t>Test de evaluación – Versió</w:t>
      </w:r>
      <w:r w:rsidR="005A439F" w:rsidRPr="00C146A0">
        <w:rPr>
          <w:rFonts w:ascii="Calibri" w:hAnsi="Calibri" w:cs="Calibri"/>
          <w:b/>
          <w:color w:val="365F91"/>
          <w:sz w:val="44"/>
          <w:szCs w:val="44"/>
        </w:rPr>
        <w:t>n A</w:t>
      </w:r>
    </w:p>
    <w:p w:rsidR="005A439F" w:rsidRPr="00C146A0" w:rsidRDefault="002B11DD" w:rsidP="005A439F">
      <w:pPr>
        <w:pStyle w:val="Rubriktillmtesanteckningar"/>
        <w:jc w:val="center"/>
        <w:rPr>
          <w:rFonts w:ascii="Calibri" w:hAnsi="Calibri" w:cs="Calibri"/>
          <w:b/>
          <w:i/>
          <w:color w:val="365F91"/>
          <w:sz w:val="44"/>
          <w:szCs w:val="44"/>
        </w:rPr>
      </w:pPr>
      <w:r>
        <w:rPr>
          <w:rFonts w:ascii="Calibri" w:hAnsi="Calibri" w:cs="Calibri"/>
          <w:b/>
          <w:i/>
          <w:color w:val="365F91"/>
          <w:sz w:val="44"/>
          <w:szCs w:val="44"/>
        </w:rPr>
        <w:t>Parte</w:t>
      </w:r>
      <w:r w:rsidR="005A439F" w:rsidRPr="00C146A0">
        <w:rPr>
          <w:rFonts w:ascii="Calibri" w:hAnsi="Calibri" w:cs="Calibri"/>
          <w:b/>
          <w:i/>
          <w:color w:val="365F91"/>
          <w:sz w:val="44"/>
          <w:szCs w:val="44"/>
        </w:rPr>
        <w:t xml:space="preserve"> 2 – </w:t>
      </w:r>
      <w:r>
        <w:rPr>
          <w:rFonts w:ascii="Calibri" w:hAnsi="Calibri" w:cs="Calibri"/>
          <w:b/>
          <w:i/>
          <w:color w:val="365F91"/>
          <w:sz w:val="44"/>
          <w:szCs w:val="44"/>
        </w:rPr>
        <w:t>post-test</w:t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886"/>
        <w:gridCol w:w="4343"/>
        <w:gridCol w:w="2059"/>
        <w:gridCol w:w="1640"/>
      </w:tblGrid>
      <w:tr w:rsidR="005A439F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5A439F" w:rsidRPr="00C146A0" w:rsidRDefault="002B11DD" w:rsidP="00C146A0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POST-TEST</w:t>
            </w:r>
            <w:r w:rsidR="008E5289">
              <w:rPr>
                <w:rFonts w:ascii="Calibri" w:hAnsi="Calibri" w:cs="Calibri"/>
                <w:b/>
                <w:sz w:val="20"/>
                <w:szCs w:val="20"/>
              </w:rPr>
              <w:t>#1</w:t>
            </w:r>
            <w:r w:rsidR="005A439F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 w:rsidR="00F54AC9">
              <w:rPr>
                <w:rFonts w:ascii="Calibri" w:hAnsi="Calibri" w:cs="Calibri"/>
                <w:b/>
                <w:sz w:val="20"/>
                <w:szCs w:val="20"/>
              </w:rPr>
              <w:t>COMPRENSIÓN DE CANTIDAD</w:t>
            </w:r>
            <w:r w:rsidR="00F54AC9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F54AC9">
              <w:rPr>
                <w:rFonts w:ascii="Calibri" w:hAnsi="Calibri" w:cs="Calibri"/>
                <w:b/>
                <w:sz w:val="20"/>
                <w:szCs w:val="20"/>
              </w:rPr>
              <w:t>–</w:t>
            </w:r>
            <w:r w:rsidR="00F54AC9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F54AC9">
              <w:rPr>
                <w:rFonts w:ascii="Calibri" w:hAnsi="Calibri" w:cs="Calibri"/>
                <w:b/>
                <w:sz w:val="20"/>
                <w:szCs w:val="20"/>
              </w:rPr>
              <w:t>PREGUNTAS ORALES</w:t>
            </w:r>
          </w:p>
        </w:tc>
      </w:tr>
      <w:tr w:rsidR="005A439F" w:rsidRPr="00C146A0" w:rsidTr="00C146A0">
        <w:trPr>
          <w:trHeight w:hRule="exact" w:val="1113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F54AC9" w:rsidRDefault="002B11DD" w:rsidP="00F54AC9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</w:t>
            </w:r>
            <w:r w:rsidR="005A439F" w:rsidRPr="00C146A0">
              <w:rPr>
                <w:rFonts w:ascii="Calibri" w:hAnsi="Calibri" w:cs="Calibri"/>
                <w:b/>
              </w:rPr>
              <w:t>:</w:t>
            </w:r>
            <w:r w:rsidR="005A439F" w:rsidRPr="00C146A0">
              <w:rPr>
                <w:rFonts w:ascii="Calibri" w:hAnsi="Calibri" w:cs="Calibri"/>
              </w:rPr>
              <w:t xml:space="preserve"> </w:t>
            </w:r>
            <w:r w:rsidRPr="002B11DD">
              <w:rPr>
                <w:rFonts w:ascii="Calibri" w:hAnsi="Calibri" w:cs="Calibri"/>
              </w:rPr>
              <w:t>Formular las preguntas textualmente</w:t>
            </w:r>
            <w:r w:rsidR="005A439F" w:rsidRPr="00C146A0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 xml:space="preserve">El niño dispondrá de 1 minuto de tiempo máximo para responder a cada pregunta. </w:t>
            </w:r>
            <w:r w:rsidR="00F54AC9">
              <w:rPr>
                <w:rFonts w:ascii="Calibri" w:hAnsi="Calibri" w:cs="Calibri"/>
              </w:rPr>
              <w:t xml:space="preserve">Escribir </w:t>
            </w:r>
            <w:r w:rsidR="00F54AC9" w:rsidRPr="00E43044">
              <w:rPr>
                <w:rFonts w:ascii="Calibri" w:hAnsi="Calibri" w:cs="Calibri"/>
              </w:rPr>
              <w:t xml:space="preserve"> </w:t>
            </w:r>
            <w:r w:rsidR="00F54AC9">
              <w:rPr>
                <w:rFonts w:ascii="Calibri" w:hAnsi="Calibri" w:cs="Calibri"/>
              </w:rPr>
              <w:t xml:space="preserve">si </w:t>
            </w:r>
            <w:r w:rsidR="00F54AC9" w:rsidRPr="00E43044">
              <w:rPr>
                <w:rFonts w:ascii="Calibri" w:hAnsi="Calibri" w:cs="Calibri"/>
              </w:rPr>
              <w:t xml:space="preserve"> la respuesta </w:t>
            </w:r>
            <w:r w:rsidR="00F54AC9">
              <w:rPr>
                <w:rFonts w:ascii="Calibri" w:hAnsi="Calibri" w:cs="Calibri"/>
              </w:rPr>
              <w:t xml:space="preserve">es </w:t>
            </w:r>
            <w:r w:rsidR="00F54AC9" w:rsidRPr="00E43044">
              <w:rPr>
                <w:rFonts w:ascii="Calibri" w:hAnsi="Calibri" w:cs="Calibri"/>
              </w:rPr>
              <w:t>correcta o no. Respuesta correcta = 1 punto, respuesta incorrecta = 0 puntos.</w:t>
            </w:r>
            <w:r w:rsidR="005A439F" w:rsidRPr="00C146A0">
              <w:rPr>
                <w:rFonts w:ascii="Calibri" w:hAnsi="Calibri" w:cs="Calibri"/>
              </w:rPr>
              <w:t xml:space="preserve"> </w:t>
            </w:r>
            <w:r w:rsidR="00F54AC9">
              <w:rPr>
                <w:rFonts w:ascii="Calibri" w:hAnsi="Calibri" w:cs="Calibri"/>
              </w:rPr>
              <w:t xml:space="preserve">Para realizar la tarea el alumno debe disponer de </w:t>
            </w:r>
            <w:r w:rsidR="00F54AC9" w:rsidRPr="00FC08F4">
              <w:rPr>
                <w:rFonts w:ascii="Calibri" w:hAnsi="Calibri" w:cs="Calibri"/>
              </w:rPr>
              <w:t>un papel de tamaño A4 en blanco.</w:t>
            </w:r>
          </w:p>
          <w:p w:rsidR="00F54AC9" w:rsidRPr="00C146A0" w:rsidRDefault="00F54AC9" w:rsidP="00F54AC9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Anexo POST-TEST#1</w:t>
            </w:r>
            <w:r w:rsidRPr="00C146A0">
              <w:rPr>
                <w:rFonts w:ascii="Calibri" w:hAnsi="Calibri" w:cs="Calibri"/>
              </w:rPr>
              <w:t xml:space="preserve"> (</w:t>
            </w:r>
            <w:r>
              <w:rPr>
                <w:rFonts w:ascii="Calibri" w:hAnsi="Calibri" w:cs="Calibri"/>
              </w:rPr>
              <w:t>Un papel A4 en blanco</w:t>
            </w:r>
            <w:r w:rsidRPr="00C146A0">
              <w:rPr>
                <w:rFonts w:ascii="Calibri" w:hAnsi="Calibri" w:cs="Calibri"/>
              </w:rPr>
              <w:t>) (</w:t>
            </w:r>
            <w:r>
              <w:rPr>
                <w:rFonts w:ascii="Calibri" w:hAnsi="Calibri" w:cs="Calibri"/>
              </w:rPr>
              <w:t>ejercicios del</w:t>
            </w:r>
            <w:r w:rsidRPr="00C146A0">
              <w:rPr>
                <w:rFonts w:ascii="Calibri" w:hAnsi="Calibri" w:cs="Calibri"/>
              </w:rPr>
              <w:t xml:space="preserve"> 5-8), </w:t>
            </w:r>
            <w:r>
              <w:rPr>
                <w:rFonts w:ascii="Calibri" w:hAnsi="Calibri" w:cs="Calibri"/>
              </w:rPr>
              <w:t>lápiz y goma</w:t>
            </w:r>
            <w:r w:rsidRPr="00C146A0">
              <w:rPr>
                <w:rFonts w:ascii="Calibri" w:hAnsi="Calibri" w:cs="Calibri"/>
              </w:rPr>
              <w:t>.</w:t>
            </w:r>
          </w:p>
          <w:p w:rsidR="002B11DD" w:rsidRPr="00C146A0" w:rsidRDefault="002B11DD" w:rsidP="002B11DD">
            <w:pPr>
              <w:pStyle w:val="Brdtextkopia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Atención</w:t>
            </w:r>
            <w:r w:rsidR="005A439F" w:rsidRPr="00C146A0">
              <w:rPr>
                <w:rFonts w:ascii="Calibri" w:hAnsi="Calibri" w:cs="Calibri"/>
                <w:b/>
              </w:rPr>
              <w:t>:</w:t>
            </w:r>
            <w:r w:rsidR="005A439F" w:rsidRPr="00C146A0">
              <w:rPr>
                <w:rFonts w:ascii="Calibri" w:hAnsi="Calibri" w:cs="Calibri"/>
              </w:rPr>
              <w:t xml:space="preserve"> </w:t>
            </w:r>
            <w:r w:rsidRPr="00FC08F4">
              <w:rPr>
                <w:rFonts w:ascii="Calibri" w:hAnsi="Calibri" w:cs="Calibri"/>
              </w:rPr>
              <w:t xml:space="preserve">Esta prueba no es obligatoria </w:t>
            </w:r>
            <w:r>
              <w:rPr>
                <w:rFonts w:ascii="Calibri" w:hAnsi="Calibri" w:cs="Calibri"/>
              </w:rPr>
              <w:t xml:space="preserve">para alumnos </w:t>
            </w:r>
            <w:r w:rsidRPr="00FC08F4">
              <w:rPr>
                <w:rFonts w:ascii="Calibri" w:hAnsi="Calibri" w:cs="Calibri"/>
              </w:rPr>
              <w:t>mayores de 7 años</w:t>
            </w:r>
            <w:r w:rsidRPr="00C146A0">
              <w:rPr>
                <w:rFonts w:ascii="Calibri" w:hAnsi="Calibri" w:cs="Calibri"/>
              </w:rPr>
              <w:t>.</w:t>
            </w:r>
          </w:p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288"/>
          <w:jc w:val="center"/>
        </w:trPr>
        <w:tc>
          <w:tcPr>
            <w:tcW w:w="846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5A439F" w:rsidRPr="00C146A0" w:rsidRDefault="001727E2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437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5A439F" w:rsidRPr="00C146A0" w:rsidRDefault="001727E2" w:rsidP="005A439F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tcMar>
              <w:top w:w="0" w:type="dxa"/>
              <w:bottom w:w="0" w:type="dxa"/>
            </w:tcMar>
            <w:vAlign w:val="center"/>
          </w:tcPr>
          <w:p w:rsidR="005A439F" w:rsidRPr="00C146A0" w:rsidRDefault="001727E2" w:rsidP="001727E2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5A439F" w:rsidRPr="00C146A0">
              <w:rPr>
                <w:rFonts w:ascii="Calibri" w:hAnsi="Calibri" w:cs="Calibri"/>
              </w:rPr>
              <w:t xml:space="preserve"> (1 </w:t>
            </w:r>
            <w:r>
              <w:rPr>
                <w:rFonts w:ascii="Calibri" w:hAnsi="Calibri" w:cs="Calibri"/>
              </w:rPr>
              <w:t>o</w:t>
            </w:r>
            <w:r w:rsidR="005A439F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F54AC9" w:rsidRPr="00CE6456" w:rsidRDefault="00F54AC9" w:rsidP="00F54AC9">
            <w:pPr>
              <w:pStyle w:val="Brdtextkopia"/>
              <w:numPr>
                <w:ilvl w:val="0"/>
                <w:numId w:val="1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</w:t>
            </w:r>
            <w:r w:rsidRPr="00CE6456">
              <w:rPr>
                <w:rFonts w:ascii="Calibri" w:hAnsi="Calibri" w:cs="Calibri"/>
              </w:rPr>
              <w:t xml:space="preserve"> contar de</w:t>
            </w:r>
            <w:r>
              <w:rPr>
                <w:rFonts w:ascii="Calibri" w:hAnsi="Calibri" w:cs="Calibri"/>
              </w:rPr>
              <w:t>l</w:t>
            </w:r>
            <w:r w:rsidRPr="00CE6456">
              <w:rPr>
                <w:rFonts w:ascii="Calibri" w:hAnsi="Calibri" w:cs="Calibri"/>
              </w:rPr>
              <w:t xml:space="preserve"> 1-10</w:t>
            </w:r>
            <w:r w:rsidRPr="00CE6456">
              <w:rPr>
                <w:rFonts w:ascii="Calibri" w:hAnsi="Calibri" w:cs="Calibri"/>
                <w:i/>
              </w:rPr>
              <w:t>? (Si el alumno no responde, se le ayuda empezando a contar uno, dos, tres ... ¿Cómo seguirías?)</w:t>
            </w:r>
          </w:p>
          <w:p w:rsidR="005A439F" w:rsidRPr="00C146A0" w:rsidRDefault="005A439F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1,2,3,4,5,6,7,8,9,10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F54AC9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Cuenta del 7 al 20.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7,8,9,10,11,12,13,</w:t>
            </w:r>
          </w:p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14,15,16,17, 18,19,20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1727E2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Empieza a contar desde el 10 hacia atrás hasta el 1.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10,9,8,7,6,5,4,3,2,1,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1727E2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Empieza a contar desde el 18 hacia atrás hasta el 1.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18,17,16,15,14,13,12,11,</w:t>
            </w:r>
          </w:p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10,9,8,7,6,5,4,3,2,1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1727E2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4?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1727E2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17 con cifras?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17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1727E2" w:rsidP="00C146A0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28 con cifras?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28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C146A0">
        <w:trPr>
          <w:trHeight w:hRule="exact" w:val="571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1727E2" w:rsidP="001727E2">
            <w:pPr>
              <w:pStyle w:val="Brdtextkopia"/>
              <w:numPr>
                <w:ilvl w:val="0"/>
                <w:numId w:val="12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¿Puedes escribir el número 63 con cifras?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63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5A439F" w:rsidRPr="00C146A0" w:rsidTr="00AE5B9A">
        <w:trPr>
          <w:trHeight w:hRule="exact" w:val="749"/>
          <w:jc w:val="center"/>
        </w:trPr>
        <w:tc>
          <w:tcPr>
            <w:tcW w:w="522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5A439F" w:rsidRPr="00C146A0" w:rsidRDefault="001727E2" w:rsidP="005A439F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 POST-TEST</w:t>
            </w:r>
            <w:r w:rsidR="008E5289">
              <w:rPr>
                <w:rFonts w:ascii="Calibri" w:hAnsi="Calibri" w:cs="Calibri"/>
                <w:sz w:val="24"/>
                <w:szCs w:val="24"/>
              </w:rPr>
              <w:t>#1</w:t>
            </w:r>
            <w:r w:rsidR="005A439F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AE5B9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E5289">
              <w:rPr>
                <w:rFonts w:ascii="Calibri" w:hAnsi="Calibri" w:cs="Calibri"/>
                <w:sz w:val="24"/>
                <w:szCs w:val="24"/>
              </w:rPr>
              <w:t>(</w:t>
            </w:r>
            <w:r w:rsidR="00AE5B9A">
              <w:rPr>
                <w:rFonts w:ascii="Calibri" w:hAnsi="Calibri" w:cs="Calibri"/>
                <w:sz w:val="24"/>
                <w:szCs w:val="24"/>
              </w:rPr>
              <w:t>má</w:t>
            </w:r>
            <w:r w:rsidR="005A439F" w:rsidRPr="00C146A0">
              <w:rPr>
                <w:rFonts w:ascii="Calibri" w:hAnsi="Calibri" w:cs="Calibri"/>
                <w:sz w:val="24"/>
                <w:szCs w:val="24"/>
              </w:rPr>
              <w:t>x=8)</w:t>
            </w:r>
          </w:p>
          <w:p w:rsidR="005A439F" w:rsidRPr="00C146A0" w:rsidRDefault="005A439F" w:rsidP="005A439F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D71F2D" w:rsidRDefault="00D71F2D">
      <w:pPr>
        <w:rPr>
          <w:rFonts w:ascii="Calibri" w:hAnsi="Calibri" w:cs="Calibri"/>
        </w:rPr>
      </w:pPr>
    </w:p>
    <w:p w:rsidR="00D71F2D" w:rsidRDefault="00D71F2D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1A0091" w:rsidRDefault="001A0091">
      <w:pPr>
        <w:rPr>
          <w:rFonts w:ascii="Calibri" w:hAnsi="Calibri" w:cs="Calibri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D71F2D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D71F2D" w:rsidRPr="00C146A0" w:rsidRDefault="00D3289A" w:rsidP="00D3289A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POST-TEST</w:t>
            </w:r>
            <w:r w:rsidR="008E5289">
              <w:rPr>
                <w:rFonts w:ascii="Calibri" w:hAnsi="Calibri" w:cs="Calibri"/>
                <w:b/>
                <w:sz w:val="20"/>
                <w:szCs w:val="20"/>
              </w:rPr>
              <w:t>#2</w:t>
            </w:r>
            <w:r w:rsidR="00D71F2D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COMPRENSIÓN DE CANTIDAD</w:t>
            </w:r>
            <w:r w:rsidR="00D71F2D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ESCRITO</w:t>
            </w:r>
            <w:r w:rsidR="00D71F2D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</w:p>
        </w:tc>
      </w:tr>
      <w:tr w:rsidR="00D71F2D" w:rsidRPr="00C146A0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</w:t>
            </w:r>
            <w:r w:rsidR="00D71F2D" w:rsidRPr="00C146A0">
              <w:rPr>
                <w:rFonts w:ascii="Calibri" w:hAnsi="Calibri" w:cs="Calibri"/>
                <w:b/>
              </w:rPr>
              <w:t>:</w:t>
            </w:r>
            <w:r w:rsidR="008E528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Presentar al niño el</w:t>
            </w:r>
            <w:r w:rsidR="008E528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anexo</w:t>
            </w:r>
            <w:r w:rsidR="008E528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POST-TEST</w:t>
            </w:r>
            <w:r w:rsidR="008E5289">
              <w:rPr>
                <w:rFonts w:ascii="Calibri" w:hAnsi="Calibri" w:cs="Calibri"/>
              </w:rPr>
              <w:t>#2</w:t>
            </w:r>
            <w:r w:rsidR="00D71F2D"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terminar en el tercer error consecutivo</w:t>
            </w:r>
            <w:r w:rsidR="00D71F2D" w:rsidRPr="00C146A0">
              <w:rPr>
                <w:rFonts w:ascii="Calibri" w:hAnsi="Calibri" w:cs="Calibri"/>
              </w:rPr>
              <w:t xml:space="preserve">. </w:t>
            </w:r>
          </w:p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="008E5289">
              <w:rPr>
                <w:rFonts w:ascii="Calibri" w:hAnsi="Calibri" w:cs="Calibri"/>
              </w:rPr>
              <w:t xml:space="preserve"> </w:t>
            </w:r>
            <w:r w:rsidR="00D3289A">
              <w:rPr>
                <w:rFonts w:ascii="Calibri" w:hAnsi="Calibri" w:cs="Calibri"/>
              </w:rPr>
              <w:t>Anexo del</w:t>
            </w:r>
            <w:r w:rsidR="008E5289">
              <w:rPr>
                <w:rFonts w:ascii="Calibri" w:hAnsi="Calibri" w:cs="Calibri"/>
              </w:rPr>
              <w:t xml:space="preserve"> </w:t>
            </w:r>
            <w:r w:rsidR="00D3289A">
              <w:rPr>
                <w:rFonts w:ascii="Calibri" w:hAnsi="Calibri" w:cs="Calibri"/>
              </w:rPr>
              <w:t>POST-TEST</w:t>
            </w:r>
            <w:r w:rsidR="008E5289">
              <w:rPr>
                <w:rFonts w:ascii="Calibri" w:hAnsi="Calibri" w:cs="Calibri"/>
              </w:rPr>
              <w:t>#2</w:t>
            </w:r>
            <w:r w:rsidRPr="00C146A0">
              <w:rPr>
                <w:rFonts w:ascii="Calibri" w:hAnsi="Calibri" w:cs="Calibri"/>
              </w:rPr>
              <w:t xml:space="preserve">, </w:t>
            </w:r>
            <w:r w:rsidR="00D3289A">
              <w:rPr>
                <w:rFonts w:ascii="Calibri" w:hAnsi="Calibri" w:cs="Calibri"/>
              </w:rPr>
              <w:t>lápiz</w:t>
            </w:r>
            <w:r w:rsidRPr="00C146A0">
              <w:rPr>
                <w:rFonts w:ascii="Calibri" w:hAnsi="Calibri" w:cs="Calibri"/>
              </w:rPr>
              <w:t xml:space="preserve">, </w:t>
            </w:r>
            <w:r w:rsidR="00D3289A">
              <w:rPr>
                <w:rFonts w:ascii="Calibri" w:hAnsi="Calibri" w:cs="Calibri"/>
              </w:rPr>
              <w:t>goma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Tiempo</w:t>
            </w:r>
            <w:r w:rsidR="00D71F2D" w:rsidRPr="00C146A0">
              <w:rPr>
                <w:rFonts w:ascii="Calibri" w:hAnsi="Calibri" w:cs="Calibri"/>
                <w:b/>
              </w:rPr>
              <w:t xml:space="preserve">: </w:t>
            </w:r>
            <w:r>
              <w:rPr>
                <w:rFonts w:ascii="Calibri" w:hAnsi="Calibri" w:cs="Calibri"/>
              </w:rPr>
              <w:t>Max 5 minutos</w:t>
            </w:r>
            <w:r w:rsidR="00D71F2D" w:rsidRPr="00C146A0">
              <w:rPr>
                <w:rFonts w:ascii="Calibri" w:hAnsi="Calibri" w:cs="Calibri"/>
              </w:rPr>
              <w:t>.</w:t>
            </w:r>
          </w:p>
          <w:p w:rsidR="00D3289A" w:rsidRPr="00C146A0" w:rsidRDefault="00D3289A" w:rsidP="00D3289A">
            <w:pPr>
              <w:pStyle w:val="Brdtextkopia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Atención</w:t>
            </w:r>
            <w:r w:rsidRPr="00C146A0">
              <w:rPr>
                <w:rFonts w:ascii="Calibri" w:hAnsi="Calibri" w:cs="Calibri"/>
                <w:b/>
              </w:rPr>
              <w:t>: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Pr="00FC08F4">
              <w:rPr>
                <w:rFonts w:ascii="Calibri" w:hAnsi="Calibri" w:cs="Calibri"/>
              </w:rPr>
              <w:t xml:space="preserve">Esta prueba no es obligatoria </w:t>
            </w:r>
            <w:r>
              <w:rPr>
                <w:rFonts w:ascii="Calibri" w:hAnsi="Calibri" w:cs="Calibri"/>
              </w:rPr>
              <w:t xml:space="preserve">para alumnos </w:t>
            </w:r>
            <w:r w:rsidRPr="00FC08F4">
              <w:rPr>
                <w:rFonts w:ascii="Calibri" w:hAnsi="Calibri" w:cs="Calibri"/>
              </w:rPr>
              <w:t>mayores de 7 años</w:t>
            </w:r>
            <w:r w:rsidRPr="00C146A0">
              <w:rPr>
                <w:rFonts w:ascii="Calibri" w:hAnsi="Calibri" w:cs="Calibri"/>
              </w:rPr>
              <w:t>.</w:t>
            </w:r>
          </w:p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6A0" w:rsidRDefault="00D3289A" w:rsidP="00C146A0">
            <w:pPr>
              <w:pStyle w:val="Brdtextkopi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6A0" w:rsidRDefault="00D3289A" w:rsidP="00D3289A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D71F2D" w:rsidRPr="00C146A0">
              <w:rPr>
                <w:rFonts w:ascii="Calibri" w:hAnsi="Calibri" w:cs="Calibri"/>
              </w:rPr>
              <w:t xml:space="preserve"> (1 </w:t>
            </w:r>
            <w:r>
              <w:rPr>
                <w:rFonts w:ascii="Calibri" w:hAnsi="Calibri" w:cs="Calibri"/>
              </w:rPr>
              <w:t>o</w:t>
            </w:r>
            <w:r w:rsidR="00D71F2D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8, 64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 Izquierda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 derecha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Segunda empezando por la izquierda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 grupo de la derecha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AE5B9A">
        <w:trPr>
          <w:trHeight w:hRule="exact" w:val="708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D71F2D" w:rsidRPr="00C146A0" w:rsidRDefault="00D3289A" w:rsidP="00087D3E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</w:t>
            </w:r>
            <w:r w:rsidR="008E528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POST-TEST</w:t>
            </w:r>
            <w:r w:rsidR="008E5289">
              <w:rPr>
                <w:rFonts w:ascii="Calibri" w:hAnsi="Calibri" w:cs="Calibri"/>
                <w:sz w:val="24"/>
                <w:szCs w:val="24"/>
              </w:rPr>
              <w:t>#2</w:t>
            </w:r>
            <w:r w:rsidR="00D71F2D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8E528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7425D">
              <w:rPr>
                <w:rFonts w:ascii="Calibri" w:hAnsi="Calibri" w:cs="Calibri"/>
                <w:sz w:val="24"/>
                <w:szCs w:val="24"/>
              </w:rPr>
              <w:t>(má</w:t>
            </w:r>
            <w:r w:rsidR="00D71F2D" w:rsidRPr="00C146A0">
              <w:rPr>
                <w:rFonts w:ascii="Calibri" w:hAnsi="Calibri" w:cs="Calibri"/>
                <w:sz w:val="24"/>
                <w:szCs w:val="24"/>
              </w:rPr>
              <w:t>x=7)</w:t>
            </w:r>
          </w:p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D71F2D" w:rsidRDefault="00D71F2D">
      <w:r>
        <w:br w:type="page"/>
      </w: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D71F2D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D71F2D" w:rsidRPr="00C146A0" w:rsidRDefault="00D3289A" w:rsidP="006D73C5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POST-</w:t>
            </w:r>
            <w:r w:rsidR="008E5289">
              <w:rPr>
                <w:rFonts w:ascii="Calibri" w:hAnsi="Calibri" w:cs="Calibri"/>
                <w:b/>
                <w:sz w:val="20"/>
                <w:szCs w:val="20"/>
              </w:rPr>
              <w:t>TEST#3</w:t>
            </w:r>
            <w:r w:rsidR="00D71F2D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 w:rsidR="006D73C5">
              <w:rPr>
                <w:rFonts w:ascii="Calibri" w:hAnsi="Calibri" w:cs="Calibri"/>
                <w:b/>
                <w:sz w:val="20"/>
                <w:szCs w:val="20"/>
              </w:rPr>
              <w:t>SERIES</w:t>
            </w:r>
          </w:p>
        </w:tc>
      </w:tr>
      <w:tr w:rsidR="00D71F2D" w:rsidRPr="00C146A0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3289A" w:rsidRPr="00C146A0" w:rsidRDefault="00D3289A" w:rsidP="00D3289A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</w:t>
            </w:r>
            <w:r w:rsidRPr="00C146A0"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 xml:space="preserve"> Presentar al niño el anexo POST-TEST#3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terminar en el segundo error consecutivo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D3289A" w:rsidRPr="00C146A0" w:rsidRDefault="00D3289A" w:rsidP="00D3289A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>
              <w:rPr>
                <w:rFonts w:ascii="Calibri" w:hAnsi="Calibri" w:cs="Calibri"/>
              </w:rPr>
              <w:t xml:space="preserve"> Anexo del POST-TEST#3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lápiz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goma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D71F2D" w:rsidRPr="00C146A0" w:rsidRDefault="00D3289A" w:rsidP="00D3289A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¡Atención</w:t>
            </w:r>
            <w:r w:rsidR="00D71F2D" w:rsidRPr="00C146A0">
              <w:rPr>
                <w:rFonts w:ascii="Calibri" w:hAnsi="Calibri" w:cs="Calibri"/>
                <w:b/>
              </w:rPr>
              <w:t>!</w:t>
            </w:r>
            <w:r w:rsidR="00D71F2D"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Terminar en el segundo error consecutivo.</w:t>
            </w: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6A0" w:rsidRDefault="006D73C5" w:rsidP="00C146A0">
            <w:pPr>
              <w:pStyle w:val="Brdtextkopi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6A0" w:rsidRDefault="006D73C5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D71F2D" w:rsidRPr="00C146A0" w:rsidRDefault="006D73C5" w:rsidP="006D73C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D71F2D" w:rsidRPr="00C146A0">
              <w:rPr>
                <w:rFonts w:ascii="Calibri" w:hAnsi="Calibri" w:cs="Calibri"/>
              </w:rPr>
              <w:t xml:space="preserve"> (1 </w:t>
            </w:r>
            <w:r>
              <w:rPr>
                <w:rFonts w:ascii="Calibri" w:hAnsi="Calibri" w:cs="Calibri"/>
              </w:rPr>
              <w:t>o</w:t>
            </w:r>
            <w:r w:rsidR="00D71F2D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19, 18, 17</w:t>
            </w:r>
            <w:r w:rsidR="00D71F2D" w:rsidRPr="00C146A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8, 10</w:t>
            </w:r>
            <w:r w:rsidR="00D71F2D" w:rsidRPr="00C146A0">
              <w:rPr>
                <w:rFonts w:ascii="Calibri" w:hAnsi="Calibri" w:cs="Calibri"/>
              </w:rPr>
              <w:t xml:space="preserve">, </w:t>
            </w:r>
            <w:r w:rsidRPr="00C146A0">
              <w:rPr>
                <w:rFonts w:ascii="Calibri" w:hAnsi="Calibri" w:cs="Calibri"/>
              </w:rPr>
              <w:t>12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30, 35</w:t>
            </w:r>
            <w:r w:rsidR="00D71F2D" w:rsidRPr="00C146A0">
              <w:rPr>
                <w:rFonts w:ascii="Calibri" w:hAnsi="Calibri" w:cs="Calibri"/>
              </w:rPr>
              <w:t xml:space="preserve">, </w:t>
            </w:r>
            <w:r w:rsidRPr="00C146A0">
              <w:rPr>
                <w:rFonts w:ascii="Calibri" w:hAnsi="Calibri" w:cs="Calibri"/>
              </w:rPr>
              <w:t>40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12,9</w:t>
            </w:r>
            <w:r w:rsidR="00D71F2D" w:rsidRPr="00C146A0">
              <w:rPr>
                <w:rFonts w:ascii="Calibri" w:hAnsi="Calibri" w:cs="Calibri"/>
              </w:rPr>
              <w:t xml:space="preserve">, </w:t>
            </w:r>
            <w:r w:rsidRPr="00C146A0">
              <w:rPr>
                <w:rFonts w:ascii="Calibri" w:hAnsi="Calibri" w:cs="Calibri"/>
              </w:rPr>
              <w:t>6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11, 14</w:t>
            </w:r>
            <w:r w:rsidR="00D71F2D" w:rsidRPr="00C146A0">
              <w:rPr>
                <w:rFonts w:ascii="Calibri" w:hAnsi="Calibri" w:cs="Calibri"/>
              </w:rPr>
              <w:t>, 1</w:t>
            </w:r>
            <w:r w:rsidRPr="00C146A0">
              <w:rPr>
                <w:rFonts w:ascii="Calibri" w:hAnsi="Calibri" w:cs="Calibri"/>
              </w:rPr>
              <w:t>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11,</w:t>
            </w:r>
            <w:r w:rsidR="004D2386" w:rsidRPr="00C146A0">
              <w:rPr>
                <w:rFonts w:ascii="Calibri" w:hAnsi="Calibri" w:cs="Calibri"/>
              </w:rPr>
              <w:t xml:space="preserve"> </w:t>
            </w:r>
            <w:r w:rsidRPr="00C146A0">
              <w:rPr>
                <w:rFonts w:ascii="Calibri" w:hAnsi="Calibri" w:cs="Calibri"/>
              </w:rPr>
              <w:t>7</w:t>
            </w:r>
            <w:r w:rsidR="004D2386" w:rsidRPr="00C146A0">
              <w:rPr>
                <w:rFonts w:ascii="Calibri" w:hAnsi="Calibri" w:cs="Calibri"/>
              </w:rPr>
              <w:t>, 3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18, 23</w:t>
            </w:r>
            <w:r w:rsidR="00D71F2D" w:rsidRPr="00C146A0">
              <w:rPr>
                <w:rFonts w:ascii="Calibri" w:hAnsi="Calibri" w:cs="Calibri"/>
              </w:rPr>
              <w:t>,2</w:t>
            </w:r>
            <w:r w:rsidRPr="00C146A0">
              <w:rPr>
                <w:rFonts w:ascii="Calibri" w:hAnsi="Calibri" w:cs="Calibri"/>
              </w:rPr>
              <w:t>8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C146A0">
            <w:pPr>
              <w:pStyle w:val="Brdtextkopia"/>
              <w:numPr>
                <w:ilvl w:val="0"/>
                <w:numId w:val="14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28, 21</w:t>
            </w:r>
            <w:r w:rsidR="00D71F2D" w:rsidRPr="00C146A0">
              <w:rPr>
                <w:rFonts w:ascii="Calibri" w:hAnsi="Calibri" w:cs="Calibri"/>
              </w:rPr>
              <w:t xml:space="preserve">, </w:t>
            </w:r>
            <w:r w:rsidRPr="00C146A0">
              <w:rPr>
                <w:rFonts w:ascii="Calibri" w:hAnsi="Calibri" w:cs="Calibri"/>
              </w:rPr>
              <w:t>14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D71F2D" w:rsidRPr="00C146A0" w:rsidTr="00AE5B9A">
        <w:trPr>
          <w:trHeight w:hRule="exact" w:val="628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D71F2D" w:rsidRPr="00C146A0" w:rsidRDefault="006D73C5" w:rsidP="00087D3E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</w:t>
            </w:r>
            <w:r w:rsidR="008E528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POST-</w:t>
            </w:r>
            <w:r w:rsidR="008E5289">
              <w:rPr>
                <w:rFonts w:ascii="Calibri" w:hAnsi="Calibri" w:cs="Calibri"/>
                <w:sz w:val="24"/>
                <w:szCs w:val="24"/>
              </w:rPr>
              <w:t>TEST#3</w:t>
            </w:r>
            <w:r w:rsidR="00D71F2D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AE5B9A">
              <w:rPr>
                <w:rFonts w:ascii="Calibri" w:hAnsi="Calibri" w:cs="Calibri"/>
                <w:sz w:val="24"/>
                <w:szCs w:val="24"/>
              </w:rPr>
              <w:t>(má</w:t>
            </w:r>
            <w:r w:rsidR="00D71F2D" w:rsidRPr="00C146A0">
              <w:rPr>
                <w:rFonts w:ascii="Calibri" w:hAnsi="Calibri" w:cs="Calibri"/>
                <w:sz w:val="24"/>
                <w:szCs w:val="24"/>
              </w:rPr>
              <w:t>x=8)</w:t>
            </w:r>
          </w:p>
          <w:p w:rsidR="00D71F2D" w:rsidRPr="00C146A0" w:rsidRDefault="00D71F2D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D71F2D" w:rsidRDefault="00D71F2D">
      <w:pPr>
        <w:rPr>
          <w:rFonts w:ascii="Calibri" w:hAnsi="Calibri" w:cs="Calibri"/>
        </w:rPr>
      </w:pPr>
    </w:p>
    <w:p w:rsidR="00AE5B9A" w:rsidRDefault="00AE5B9A">
      <w:pPr>
        <w:rPr>
          <w:rFonts w:ascii="Calibri" w:hAnsi="Calibri" w:cs="Calibri"/>
        </w:rPr>
      </w:pPr>
    </w:p>
    <w:p w:rsidR="00AE5B9A" w:rsidRDefault="00AE5B9A">
      <w:pPr>
        <w:rPr>
          <w:rFonts w:ascii="Calibri" w:hAnsi="Calibri" w:cs="Calibri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1704"/>
        <w:gridCol w:w="2268"/>
        <w:gridCol w:w="1248"/>
        <w:gridCol w:w="3708"/>
      </w:tblGrid>
      <w:tr w:rsidR="004D2386" w:rsidRPr="00C146A0" w:rsidTr="00C146A0">
        <w:trPr>
          <w:trHeight w:hRule="exact" w:val="556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4D2386" w:rsidRPr="00C146A0" w:rsidRDefault="006D73C5" w:rsidP="006D73C5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POST-</w:t>
            </w:r>
            <w:r w:rsidR="008E5289">
              <w:rPr>
                <w:rFonts w:ascii="Calibri" w:hAnsi="Calibri" w:cs="Calibri"/>
                <w:b/>
                <w:sz w:val="20"/>
                <w:szCs w:val="20"/>
              </w:rPr>
              <w:t>TEST#4</w:t>
            </w:r>
            <w:r w:rsidR="004D2386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: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CÁLCULO MENTAL</w:t>
            </w:r>
          </w:p>
        </w:tc>
      </w:tr>
      <w:tr w:rsidR="004D2386" w:rsidRPr="00C146A0" w:rsidTr="00C146A0">
        <w:trPr>
          <w:trHeight w:hRule="exact" w:val="879"/>
          <w:jc w:val="center"/>
        </w:trPr>
        <w:tc>
          <w:tcPr>
            <w:tcW w:w="8928" w:type="dxa"/>
            <w:gridSpan w:val="4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6D73C5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</w:t>
            </w:r>
            <w:r w:rsidRPr="00C146A0">
              <w:rPr>
                <w:rFonts w:ascii="Calibri" w:hAnsi="Calibri" w:cs="Calibri"/>
                <w:b/>
              </w:rPr>
              <w:t>:</w:t>
            </w:r>
            <w:r>
              <w:rPr>
                <w:rFonts w:ascii="Calibri" w:hAnsi="Calibri" w:cs="Calibri"/>
              </w:rPr>
              <w:t xml:space="preserve"> Presentar al niño el anexo POST-TEST#4</w:t>
            </w:r>
            <w:r w:rsidR="004D2386" w:rsidRPr="00C146A0">
              <w:rPr>
                <w:rFonts w:ascii="Calibri" w:hAnsi="Calibri" w:cs="Calibri"/>
              </w:rPr>
              <w:t xml:space="preserve">. </w:t>
            </w:r>
          </w:p>
          <w:p w:rsidR="006D73C5" w:rsidRPr="00C146A0" w:rsidRDefault="006D73C5" w:rsidP="006D73C5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>
              <w:rPr>
                <w:rFonts w:ascii="Calibri" w:hAnsi="Calibri" w:cs="Calibri"/>
              </w:rPr>
              <w:t xml:space="preserve"> Anexo del POST-TEST#4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lápiz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goma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D2386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D2386" w:rsidRPr="00C146A0" w:rsidRDefault="006D73C5" w:rsidP="00C146A0">
            <w:pPr>
              <w:pStyle w:val="Brdtextkopia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Pregunta</w:t>
            </w: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D2386" w:rsidRPr="00C146A0" w:rsidRDefault="006D73C5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Respuesta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C6D9F1"/>
            <w:vAlign w:val="center"/>
          </w:tcPr>
          <w:p w:rsidR="004D2386" w:rsidRPr="00C146A0" w:rsidRDefault="006D73C5" w:rsidP="006D73C5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Puntos</w:t>
            </w:r>
            <w:r w:rsidR="004D2386" w:rsidRPr="00C146A0">
              <w:rPr>
                <w:rFonts w:ascii="Calibri" w:hAnsi="Calibri" w:cs="Calibri"/>
              </w:rPr>
              <w:t xml:space="preserve"> (1 </w:t>
            </w:r>
            <w:r>
              <w:rPr>
                <w:rFonts w:ascii="Calibri" w:hAnsi="Calibri" w:cs="Calibri"/>
              </w:rPr>
              <w:t>o</w:t>
            </w:r>
            <w:r w:rsidR="004D2386" w:rsidRPr="00C146A0">
              <w:rPr>
                <w:rFonts w:ascii="Calibri" w:hAnsi="Calibri" w:cs="Calibri"/>
              </w:rPr>
              <w:t xml:space="preserve"> 0)</w:t>
            </w:r>
          </w:p>
        </w:tc>
      </w:tr>
      <w:tr w:rsidR="004D2386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D2386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D2386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7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D2386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D2386" w:rsidRPr="00C146A0" w:rsidTr="00C146A0">
        <w:trPr>
          <w:trHeight w:hRule="exact" w:val="571"/>
          <w:jc w:val="center"/>
        </w:trPr>
        <w:tc>
          <w:tcPr>
            <w:tcW w:w="170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C146A0">
            <w:pPr>
              <w:pStyle w:val="Brdtextkopia"/>
              <w:numPr>
                <w:ilvl w:val="0"/>
                <w:numId w:val="15"/>
              </w:numPr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90</w:t>
            </w:r>
          </w:p>
        </w:tc>
        <w:tc>
          <w:tcPr>
            <w:tcW w:w="495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4D2386" w:rsidRPr="00C146A0" w:rsidTr="00AE5B9A">
        <w:trPr>
          <w:trHeight w:hRule="exact" w:val="670"/>
          <w:jc w:val="center"/>
        </w:trPr>
        <w:tc>
          <w:tcPr>
            <w:tcW w:w="522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4D2386" w:rsidRPr="00C146A0" w:rsidRDefault="006D73C5" w:rsidP="00087D3E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</w:t>
            </w:r>
            <w:r w:rsidR="008E528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POST-</w:t>
            </w:r>
            <w:r w:rsidR="008E5289">
              <w:rPr>
                <w:rFonts w:ascii="Calibri" w:hAnsi="Calibri" w:cs="Calibri"/>
                <w:sz w:val="24"/>
                <w:szCs w:val="24"/>
              </w:rPr>
              <w:t>TEST#4</w:t>
            </w:r>
            <w:r w:rsidR="004D2386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AE5B9A">
              <w:rPr>
                <w:rFonts w:ascii="Calibri" w:hAnsi="Calibri" w:cs="Calibri"/>
                <w:sz w:val="24"/>
                <w:szCs w:val="24"/>
              </w:rPr>
              <w:t>(má</w:t>
            </w:r>
            <w:r w:rsidR="004D2386" w:rsidRPr="00C146A0">
              <w:rPr>
                <w:rFonts w:ascii="Calibri" w:hAnsi="Calibri" w:cs="Calibri"/>
                <w:sz w:val="24"/>
                <w:szCs w:val="24"/>
              </w:rPr>
              <w:t>x=5)</w:t>
            </w:r>
          </w:p>
          <w:p w:rsidR="004D2386" w:rsidRPr="00C146A0" w:rsidRDefault="004D2386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4D2386" w:rsidRDefault="004D2386">
      <w:pPr>
        <w:rPr>
          <w:rFonts w:ascii="Calibri" w:hAnsi="Calibri" w:cs="Calibri"/>
        </w:rPr>
      </w:pPr>
    </w:p>
    <w:p w:rsidR="00AA4410" w:rsidRDefault="00AA4410">
      <w:pPr>
        <w:rPr>
          <w:rFonts w:ascii="Calibri" w:hAnsi="Calibri" w:cs="Calibri"/>
        </w:rPr>
      </w:pPr>
    </w:p>
    <w:p w:rsidR="00AA4410" w:rsidRDefault="00AA4410">
      <w:pPr>
        <w:rPr>
          <w:rFonts w:ascii="Calibri" w:hAnsi="Calibri" w:cs="Calibri"/>
        </w:rPr>
      </w:pPr>
    </w:p>
    <w:tbl>
      <w:tblPr>
        <w:tblW w:w="8928" w:type="dxa"/>
        <w:jc w:val="center"/>
        <w:tblInd w:w="86" w:type="dxa"/>
        <w:tblCellMar>
          <w:left w:w="115" w:type="dxa"/>
          <w:right w:w="115" w:type="dxa"/>
        </w:tblCellMar>
        <w:tblLook w:val="04A0"/>
      </w:tblPr>
      <w:tblGrid>
        <w:gridCol w:w="5220"/>
        <w:gridCol w:w="2059"/>
        <w:gridCol w:w="1649"/>
      </w:tblGrid>
      <w:tr w:rsidR="00AA4410" w:rsidRPr="00C146A0" w:rsidTr="00C146A0">
        <w:trPr>
          <w:trHeight w:hRule="exact" w:val="556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tcMar>
              <w:top w:w="0" w:type="dxa"/>
              <w:bottom w:w="0" w:type="dxa"/>
            </w:tcMar>
            <w:vAlign w:val="center"/>
          </w:tcPr>
          <w:p w:rsidR="00AA4410" w:rsidRPr="00C146A0" w:rsidRDefault="00B2730E" w:rsidP="00B2730E">
            <w:pPr>
              <w:pStyle w:val="Brdtextkopia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POST-</w:t>
            </w:r>
            <w:r w:rsidR="008E5289">
              <w:rPr>
                <w:rFonts w:ascii="Calibri" w:hAnsi="Calibri" w:cs="Calibri"/>
                <w:b/>
                <w:sz w:val="20"/>
                <w:szCs w:val="20"/>
              </w:rPr>
              <w:t>TEST#5</w:t>
            </w:r>
            <w:r w:rsidR="00AA4410" w:rsidRPr="00C146A0">
              <w:rPr>
                <w:rFonts w:ascii="Calibri" w:hAnsi="Calibri" w:cs="Calibri"/>
                <w:b/>
                <w:sz w:val="20"/>
                <w:szCs w:val="20"/>
              </w:rPr>
              <w:t>: ARITM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ÉTICA</w:t>
            </w:r>
            <w:r w:rsidR="00AA4410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PREGUNTAS ORALES</w:t>
            </w:r>
            <w:r w:rsidR="00AA4410" w:rsidRPr="00C146A0">
              <w:rPr>
                <w:rFonts w:ascii="Calibri" w:hAnsi="Calibri" w:cs="Calibri"/>
                <w:b/>
                <w:sz w:val="20"/>
                <w:szCs w:val="20"/>
              </w:rPr>
              <w:t xml:space="preserve">) </w:t>
            </w:r>
          </w:p>
        </w:tc>
      </w:tr>
      <w:tr w:rsidR="00AA4410" w:rsidRPr="00C146A0" w:rsidTr="00C146A0">
        <w:trPr>
          <w:trHeight w:hRule="exact" w:val="1324"/>
          <w:jc w:val="center"/>
        </w:trPr>
        <w:tc>
          <w:tcPr>
            <w:tcW w:w="8928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956C68" w:rsidRDefault="00956C68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Instrucciones</w:t>
            </w:r>
            <w:r w:rsidRPr="00C146A0">
              <w:rPr>
                <w:rFonts w:ascii="Calibri" w:hAnsi="Calibri" w:cs="Calibri"/>
                <w:b/>
              </w:rPr>
              <w:t>: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Pr="002B11DD">
              <w:rPr>
                <w:rFonts w:ascii="Calibri" w:hAnsi="Calibri" w:cs="Calibri"/>
              </w:rPr>
              <w:t>Formular las preguntas textualmente</w:t>
            </w:r>
            <w:r w:rsidRPr="00C146A0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 xml:space="preserve">Escribir </w:t>
            </w:r>
            <w:r w:rsidRPr="00E43044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si </w:t>
            </w:r>
            <w:r w:rsidRPr="00E43044">
              <w:rPr>
                <w:rFonts w:ascii="Calibri" w:hAnsi="Calibri" w:cs="Calibri"/>
              </w:rPr>
              <w:t xml:space="preserve"> la respuesta </w:t>
            </w:r>
            <w:r>
              <w:rPr>
                <w:rFonts w:ascii="Calibri" w:hAnsi="Calibri" w:cs="Calibri"/>
              </w:rPr>
              <w:t xml:space="preserve">es </w:t>
            </w:r>
            <w:r w:rsidRPr="00E43044">
              <w:rPr>
                <w:rFonts w:ascii="Calibri" w:hAnsi="Calibri" w:cs="Calibri"/>
              </w:rPr>
              <w:t>correcta o no. Respuesta correcta = 1 punto, respuesta incorrecta = 0 puntos.</w:t>
            </w:r>
            <w:r w:rsidRPr="00C146A0">
              <w:rPr>
                <w:rFonts w:ascii="Calibri" w:hAnsi="Calibri" w:cs="Calibri"/>
              </w:rPr>
              <w:t xml:space="preserve"> </w:t>
            </w:r>
          </w:p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  <w:b/>
              </w:rPr>
              <w:t>Material:</w:t>
            </w:r>
            <w:r w:rsidRPr="00C146A0">
              <w:rPr>
                <w:rFonts w:ascii="Calibri" w:hAnsi="Calibri" w:cs="Calibri"/>
              </w:rPr>
              <w:t xml:space="preserve"> </w:t>
            </w:r>
            <w:r w:rsidR="00956C68">
              <w:rPr>
                <w:rFonts w:ascii="Calibri" w:hAnsi="Calibri" w:cs="Calibri"/>
              </w:rPr>
              <w:t>Cronómetro</w:t>
            </w:r>
            <w:r w:rsidRPr="00C146A0">
              <w:rPr>
                <w:rFonts w:ascii="Calibri" w:hAnsi="Calibri" w:cs="Calibri"/>
              </w:rPr>
              <w:t xml:space="preserve">. </w:t>
            </w:r>
          </w:p>
          <w:p w:rsidR="00AA4410" w:rsidRPr="00C146A0" w:rsidRDefault="00B2730E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Tiempo</w:t>
            </w:r>
            <w:r w:rsidR="00AA4410" w:rsidRPr="00C146A0">
              <w:rPr>
                <w:rFonts w:ascii="Calibri" w:hAnsi="Calibri" w:cs="Calibri"/>
                <w:b/>
              </w:rPr>
              <w:t xml:space="preserve">: </w:t>
            </w:r>
            <w:r w:rsidR="00AA4410" w:rsidRPr="00C146A0">
              <w:rPr>
                <w:rFonts w:ascii="Calibri" w:hAnsi="Calibri" w:cs="Calibri"/>
              </w:rPr>
              <w:t xml:space="preserve">Max 20 </w:t>
            </w:r>
            <w:r w:rsidR="007F605D">
              <w:rPr>
                <w:rFonts w:ascii="Calibri" w:hAnsi="Calibri" w:cs="Calibri"/>
              </w:rPr>
              <w:t xml:space="preserve">segundos por tarea. </w:t>
            </w:r>
            <w:r w:rsidR="00AA4410" w:rsidRPr="00C146A0">
              <w:rPr>
                <w:rFonts w:ascii="Calibri" w:hAnsi="Calibri" w:cs="Calibri"/>
              </w:rPr>
              <w:t xml:space="preserve"> </w:t>
            </w:r>
          </w:p>
          <w:p w:rsidR="00AA4410" w:rsidRPr="00C146A0" w:rsidRDefault="007F605D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¡Atención</w:t>
            </w:r>
            <w:r w:rsidRPr="00C146A0">
              <w:rPr>
                <w:rFonts w:ascii="Calibri" w:hAnsi="Calibri" w:cs="Calibri"/>
                <w:b/>
              </w:rPr>
              <w:t>!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Terminar en el segundo error consecutivo.</w:t>
            </w: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D7A6A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Si tienes </w:t>
            </w:r>
            <w:r w:rsidR="00210AE6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 xml:space="preserve"> caramelos y tu compañero tiene </w:t>
            </w:r>
            <w:r w:rsidR="00210AE6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>, ¿cuántos tenéis entre los dos?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210AE6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Oscar tiene 5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manzanas</w:t>
            </w:r>
            <w:r w:rsidRPr="00C146A0">
              <w:rPr>
                <w:rFonts w:ascii="Calibri" w:hAnsi="Calibri" w:cs="Calibri"/>
              </w:rPr>
              <w:t xml:space="preserve">, Sara </w:t>
            </w:r>
            <w:r>
              <w:rPr>
                <w:rFonts w:ascii="Calibri" w:hAnsi="Calibri" w:cs="Calibri"/>
              </w:rPr>
              <w:t>tiene 1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y</w:t>
            </w:r>
            <w:r w:rsidRPr="00C146A0">
              <w:rPr>
                <w:rFonts w:ascii="Calibri" w:hAnsi="Calibri" w:cs="Calibri"/>
              </w:rPr>
              <w:t xml:space="preserve"> Emil</w:t>
            </w:r>
            <w:r>
              <w:rPr>
                <w:rFonts w:ascii="Calibri" w:hAnsi="Calibri" w:cs="Calibri"/>
              </w:rPr>
              <w:t>io 4</w:t>
            </w:r>
            <w:r w:rsidRPr="00C146A0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¿Cuantas manzanas tienen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10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6D4D2E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tienes 2 euros y quieres comprar un bolígrafo que vale 4 euros, ¿tendrás suficiente dinero? ¿Cuántos euros te faltan?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EB728D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(no</w:t>
            </w:r>
            <w:r w:rsidR="00AA4410" w:rsidRPr="00C146A0">
              <w:rPr>
                <w:rFonts w:ascii="Calibri" w:hAnsi="Calibri" w:cs="Calibri"/>
              </w:rPr>
              <w:t>) 2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93288C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en el plato tienes 7 croquetas y te comes 3, ¿Cuántas te quedan en el plato?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BC518D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tienes 4 euros y quieres comprar una libreta que vale 9 euros, ¿tendrás suficiente dinero? ¿Cuántos euros te faltan?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EB728D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(no</w:t>
            </w:r>
            <w:r w:rsidR="00AA4410" w:rsidRPr="00C146A0">
              <w:rPr>
                <w:rFonts w:ascii="Calibri" w:hAnsi="Calibri" w:cs="Calibri"/>
              </w:rPr>
              <w:t>) 5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BC518D" w:rsidP="00BC518D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 teneis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2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raquetas pero quereis jugar 8 niños, ¿teneis suficientes raquetas para todos? ¿Cuántas os faltan?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EB728D" w:rsidP="00087D3E">
            <w:pPr>
              <w:pStyle w:val="Brdtextkopia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(no</w:t>
            </w:r>
            <w:r w:rsidR="00AA4410" w:rsidRPr="00C146A0">
              <w:rPr>
                <w:rFonts w:ascii="Calibri" w:hAnsi="Calibri" w:cs="Calibri"/>
              </w:rPr>
              <w:t>) 6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B708B7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Carlos tiene 23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galletas</w:t>
            </w:r>
            <w:r w:rsidRPr="00C146A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y Sara 26</w:t>
            </w:r>
            <w:r w:rsidRPr="00C146A0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>¿Cuántas galletas tienen en total?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49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C146A0">
        <w:trPr>
          <w:trHeight w:hRule="exact" w:val="571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1A4A4A" w:rsidP="00C146A0">
            <w:pPr>
              <w:pStyle w:val="Brdtextkopia"/>
              <w:numPr>
                <w:ilvl w:val="0"/>
                <w:numId w:val="1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Hay 51 personas en un autobús. En la parada bajan 10. ¿Cuántas personas quedan en el autobús?</w:t>
            </w:r>
          </w:p>
        </w:tc>
        <w:tc>
          <w:tcPr>
            <w:tcW w:w="205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  <w:r w:rsidRPr="00C146A0">
              <w:rPr>
                <w:rFonts w:ascii="Calibri" w:hAnsi="Calibri" w:cs="Calibri"/>
              </w:rPr>
              <w:t>41</w:t>
            </w:r>
          </w:p>
        </w:tc>
        <w:tc>
          <w:tcPr>
            <w:tcW w:w="1649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  <w:tr w:rsidR="00AA4410" w:rsidRPr="00C146A0" w:rsidTr="0077425D">
        <w:trPr>
          <w:trHeight w:hRule="exact" w:val="948"/>
          <w:jc w:val="center"/>
        </w:trPr>
        <w:tc>
          <w:tcPr>
            <w:tcW w:w="5220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B8CCE4"/>
            <w:vAlign w:val="center"/>
          </w:tcPr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FFFFFF"/>
            <w:vAlign w:val="center"/>
          </w:tcPr>
          <w:p w:rsidR="00AA4410" w:rsidRPr="00C146A0" w:rsidRDefault="00EB728D" w:rsidP="00087D3E">
            <w:pPr>
              <w:pStyle w:val="Brdtextkopia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Puntos totales POST-</w:t>
            </w:r>
            <w:r w:rsidR="008E5289">
              <w:rPr>
                <w:rFonts w:ascii="Calibri" w:hAnsi="Calibri" w:cs="Calibri"/>
                <w:sz w:val="24"/>
                <w:szCs w:val="24"/>
              </w:rPr>
              <w:t>TEST#5</w:t>
            </w:r>
            <w:r w:rsidR="00AA4410" w:rsidRPr="00C146A0">
              <w:rPr>
                <w:rFonts w:ascii="Calibri" w:hAnsi="Calibri" w:cs="Calibri"/>
                <w:sz w:val="24"/>
                <w:szCs w:val="24"/>
              </w:rPr>
              <w:t>=_____</w:t>
            </w:r>
            <w:r w:rsidR="0077425D">
              <w:rPr>
                <w:rFonts w:ascii="Calibri" w:hAnsi="Calibri" w:cs="Calibri"/>
                <w:sz w:val="24"/>
                <w:szCs w:val="24"/>
              </w:rPr>
              <w:t>(má</w:t>
            </w:r>
            <w:r w:rsidR="00AA4410" w:rsidRPr="00C146A0">
              <w:rPr>
                <w:rFonts w:ascii="Calibri" w:hAnsi="Calibri" w:cs="Calibri"/>
                <w:sz w:val="24"/>
                <w:szCs w:val="24"/>
              </w:rPr>
              <w:t>x=8)</w:t>
            </w:r>
          </w:p>
          <w:p w:rsidR="00AA4410" w:rsidRPr="00C146A0" w:rsidRDefault="00AA4410" w:rsidP="00087D3E">
            <w:pPr>
              <w:pStyle w:val="Brdtextkopia"/>
              <w:rPr>
                <w:rFonts w:ascii="Calibri" w:hAnsi="Calibri" w:cs="Calibri"/>
              </w:rPr>
            </w:pPr>
          </w:p>
        </w:tc>
      </w:tr>
    </w:tbl>
    <w:p w:rsidR="006C6A42" w:rsidRDefault="006C6A42">
      <w:pPr>
        <w:rPr>
          <w:rFonts w:ascii="Calibri" w:hAnsi="Calibri" w:cs="Calibri"/>
        </w:rPr>
      </w:pPr>
    </w:p>
    <w:p w:rsidR="006C6A42" w:rsidRDefault="006C6A42">
      <w:pPr>
        <w:spacing w:after="200" w:line="276" w:lineRule="auto"/>
        <w:rPr>
          <w:rFonts w:ascii="Calibri" w:hAnsi="Calibri" w:cs="Calibri"/>
        </w:rPr>
      </w:pPr>
    </w:p>
    <w:sectPr w:rsidR="006C6A42" w:rsidSect="003A61E4">
      <w:headerReference w:type="default" r:id="rId10"/>
      <w:footerReference w:type="default" r:id="rId11"/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BA8" w:rsidRDefault="00026BA8">
      <w:r>
        <w:separator/>
      </w:r>
    </w:p>
  </w:endnote>
  <w:endnote w:type="continuationSeparator" w:id="0">
    <w:p w:rsidR="00026BA8" w:rsidRDefault="0002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Condensed">
    <w:altName w:val="Arial"/>
    <w:charset w:val="00"/>
    <w:family w:val="swiss"/>
    <w:pitch w:val="variable"/>
    <w:sig w:usb0="00000001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E6E" w:rsidRDefault="00415902">
    <w:pPr>
      <w:pStyle w:val="Piedepgina"/>
      <w:jc w:val="center"/>
    </w:pPr>
    <w:r>
      <w:fldChar w:fldCharType="begin"/>
    </w:r>
    <w:r w:rsidR="00DB0E6E">
      <w:instrText>PAGE   \* MERGEFORMAT</w:instrText>
    </w:r>
    <w:r>
      <w:fldChar w:fldCharType="separate"/>
    </w:r>
    <w:r w:rsidR="00EE093D">
      <w:rPr>
        <w:noProof/>
      </w:rPr>
      <w:t>8</w:t>
    </w:r>
    <w:r>
      <w:rPr>
        <w:noProof/>
      </w:rPr>
      <w:fldChar w:fldCharType="end"/>
    </w:r>
  </w:p>
  <w:p w:rsidR="00DB0E6E" w:rsidRDefault="00DB0E6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BA8" w:rsidRDefault="00026BA8">
      <w:r>
        <w:separator/>
      </w:r>
    </w:p>
  </w:footnote>
  <w:footnote w:type="continuationSeparator" w:id="0">
    <w:p w:rsidR="00026BA8" w:rsidRDefault="00026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E6E" w:rsidRDefault="00DB0E6E" w:rsidP="004B63A0">
    <w:pPr>
      <w:pStyle w:val="Encabezado"/>
      <w:ind w:hanging="284"/>
    </w:pPr>
    <w:r>
      <w:tab/>
    </w:r>
    <w:r>
      <w:tab/>
    </w:r>
  </w:p>
  <w:p w:rsidR="00DB0E6E" w:rsidRDefault="00DB0E6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AC4D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6F86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A9221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79450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E160C9E"/>
    <w:multiLevelType w:val="hybridMultilevel"/>
    <w:tmpl w:val="1F2ACDE0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91A72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67087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235D3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897934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61565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34D24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B760F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B005E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52151"/>
    <w:multiLevelType w:val="hybridMultilevel"/>
    <w:tmpl w:val="AA46BA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1287F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6B32C5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11001E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769E6"/>
    <w:multiLevelType w:val="hybridMultilevel"/>
    <w:tmpl w:val="F614018E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14"/>
  </w:num>
  <w:num w:numId="8">
    <w:abstractNumId w:val="7"/>
  </w:num>
  <w:num w:numId="9">
    <w:abstractNumId w:val="5"/>
  </w:num>
  <w:num w:numId="10">
    <w:abstractNumId w:val="12"/>
  </w:num>
  <w:num w:numId="11">
    <w:abstractNumId w:val="15"/>
  </w:num>
  <w:num w:numId="12">
    <w:abstractNumId w:val="17"/>
  </w:num>
  <w:num w:numId="13">
    <w:abstractNumId w:val="6"/>
  </w:num>
  <w:num w:numId="14">
    <w:abstractNumId w:val="11"/>
  </w:num>
  <w:num w:numId="15">
    <w:abstractNumId w:val="9"/>
  </w:num>
  <w:num w:numId="16">
    <w:abstractNumId w:val="16"/>
  </w:num>
  <w:num w:numId="17">
    <w:abstractNumId w:val="1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647"/>
    <w:rsid w:val="00026BA8"/>
    <w:rsid w:val="00051077"/>
    <w:rsid w:val="000511DE"/>
    <w:rsid w:val="00066F81"/>
    <w:rsid w:val="000736C5"/>
    <w:rsid w:val="00087899"/>
    <w:rsid w:val="00087D3E"/>
    <w:rsid w:val="000A1E79"/>
    <w:rsid w:val="000A1F41"/>
    <w:rsid w:val="000F4F1E"/>
    <w:rsid w:val="0010224B"/>
    <w:rsid w:val="00102A04"/>
    <w:rsid w:val="001148AF"/>
    <w:rsid w:val="001153AF"/>
    <w:rsid w:val="00131C7A"/>
    <w:rsid w:val="00146059"/>
    <w:rsid w:val="001547B4"/>
    <w:rsid w:val="001727E2"/>
    <w:rsid w:val="001862FC"/>
    <w:rsid w:val="00192948"/>
    <w:rsid w:val="001A0091"/>
    <w:rsid w:val="001A4A4A"/>
    <w:rsid w:val="001F0BDC"/>
    <w:rsid w:val="00205EA8"/>
    <w:rsid w:val="00210AE6"/>
    <w:rsid w:val="00222390"/>
    <w:rsid w:val="002841E6"/>
    <w:rsid w:val="00295D39"/>
    <w:rsid w:val="002B11DD"/>
    <w:rsid w:val="002B4055"/>
    <w:rsid w:val="002B5812"/>
    <w:rsid w:val="002D4747"/>
    <w:rsid w:val="002E740A"/>
    <w:rsid w:val="002F3128"/>
    <w:rsid w:val="003012A5"/>
    <w:rsid w:val="00305FB1"/>
    <w:rsid w:val="0031696C"/>
    <w:rsid w:val="00326020"/>
    <w:rsid w:val="00336F3E"/>
    <w:rsid w:val="00351B54"/>
    <w:rsid w:val="00382041"/>
    <w:rsid w:val="003821A1"/>
    <w:rsid w:val="00387A56"/>
    <w:rsid w:val="003A61E4"/>
    <w:rsid w:val="003C2CC5"/>
    <w:rsid w:val="003C62D1"/>
    <w:rsid w:val="003E22B2"/>
    <w:rsid w:val="00415902"/>
    <w:rsid w:val="00445CBE"/>
    <w:rsid w:val="00494305"/>
    <w:rsid w:val="004A19BD"/>
    <w:rsid w:val="004B4AE1"/>
    <w:rsid w:val="004B63A0"/>
    <w:rsid w:val="004C4375"/>
    <w:rsid w:val="004D2386"/>
    <w:rsid w:val="004F7658"/>
    <w:rsid w:val="00520186"/>
    <w:rsid w:val="0059125D"/>
    <w:rsid w:val="005959A8"/>
    <w:rsid w:val="005A439F"/>
    <w:rsid w:val="005F75E4"/>
    <w:rsid w:val="006039AE"/>
    <w:rsid w:val="00633468"/>
    <w:rsid w:val="006500CD"/>
    <w:rsid w:val="006C6A42"/>
    <w:rsid w:val="006D4D2E"/>
    <w:rsid w:val="006D73C5"/>
    <w:rsid w:val="006F46C4"/>
    <w:rsid w:val="006F623B"/>
    <w:rsid w:val="00704971"/>
    <w:rsid w:val="00723D0B"/>
    <w:rsid w:val="007428A3"/>
    <w:rsid w:val="007703A8"/>
    <w:rsid w:val="0077425D"/>
    <w:rsid w:val="007845A6"/>
    <w:rsid w:val="007D7230"/>
    <w:rsid w:val="007E49AB"/>
    <w:rsid w:val="007E588A"/>
    <w:rsid w:val="007F605D"/>
    <w:rsid w:val="00832209"/>
    <w:rsid w:val="00842885"/>
    <w:rsid w:val="00857F9C"/>
    <w:rsid w:val="00870987"/>
    <w:rsid w:val="00874844"/>
    <w:rsid w:val="0088576C"/>
    <w:rsid w:val="008D706D"/>
    <w:rsid w:val="008E5289"/>
    <w:rsid w:val="0091149F"/>
    <w:rsid w:val="00920F91"/>
    <w:rsid w:val="0093288C"/>
    <w:rsid w:val="0093787E"/>
    <w:rsid w:val="00951FA6"/>
    <w:rsid w:val="00956C68"/>
    <w:rsid w:val="00981DF9"/>
    <w:rsid w:val="00995BBC"/>
    <w:rsid w:val="009A39C3"/>
    <w:rsid w:val="009E35AF"/>
    <w:rsid w:val="009F4D85"/>
    <w:rsid w:val="00A00C4B"/>
    <w:rsid w:val="00A0219F"/>
    <w:rsid w:val="00A11891"/>
    <w:rsid w:val="00A14CDF"/>
    <w:rsid w:val="00A26FCB"/>
    <w:rsid w:val="00A47035"/>
    <w:rsid w:val="00A5268E"/>
    <w:rsid w:val="00A62A81"/>
    <w:rsid w:val="00A6310C"/>
    <w:rsid w:val="00A65F6C"/>
    <w:rsid w:val="00A77186"/>
    <w:rsid w:val="00AA4410"/>
    <w:rsid w:val="00AB047C"/>
    <w:rsid w:val="00AC569B"/>
    <w:rsid w:val="00AD49B6"/>
    <w:rsid w:val="00AD7A6A"/>
    <w:rsid w:val="00AE5B9A"/>
    <w:rsid w:val="00B249F6"/>
    <w:rsid w:val="00B2730E"/>
    <w:rsid w:val="00B65205"/>
    <w:rsid w:val="00B708B7"/>
    <w:rsid w:val="00B77A09"/>
    <w:rsid w:val="00B851FB"/>
    <w:rsid w:val="00B92C8A"/>
    <w:rsid w:val="00BA57CF"/>
    <w:rsid w:val="00BA6843"/>
    <w:rsid w:val="00BC518D"/>
    <w:rsid w:val="00BE644A"/>
    <w:rsid w:val="00BF3647"/>
    <w:rsid w:val="00BF47E4"/>
    <w:rsid w:val="00C05688"/>
    <w:rsid w:val="00C146A0"/>
    <w:rsid w:val="00C5067B"/>
    <w:rsid w:val="00C85B3B"/>
    <w:rsid w:val="00CE3785"/>
    <w:rsid w:val="00CE6456"/>
    <w:rsid w:val="00D1414F"/>
    <w:rsid w:val="00D3289A"/>
    <w:rsid w:val="00D34AD5"/>
    <w:rsid w:val="00D3589E"/>
    <w:rsid w:val="00D71F2D"/>
    <w:rsid w:val="00DA3EA1"/>
    <w:rsid w:val="00DB0E6E"/>
    <w:rsid w:val="00DC7A6F"/>
    <w:rsid w:val="00DE33F4"/>
    <w:rsid w:val="00DE7023"/>
    <w:rsid w:val="00DF1BE0"/>
    <w:rsid w:val="00E217C1"/>
    <w:rsid w:val="00E42F8D"/>
    <w:rsid w:val="00E43044"/>
    <w:rsid w:val="00E43E2B"/>
    <w:rsid w:val="00E44215"/>
    <w:rsid w:val="00E60237"/>
    <w:rsid w:val="00E63AC8"/>
    <w:rsid w:val="00E72FA0"/>
    <w:rsid w:val="00E730A2"/>
    <w:rsid w:val="00E96DF9"/>
    <w:rsid w:val="00EB728D"/>
    <w:rsid w:val="00EE093D"/>
    <w:rsid w:val="00EE575C"/>
    <w:rsid w:val="00F14F95"/>
    <w:rsid w:val="00F54AC9"/>
    <w:rsid w:val="00F963E1"/>
    <w:rsid w:val="00FC08F4"/>
    <w:rsid w:val="00FF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egoe Condensed" w:eastAsia="Segoe Condensed" w:hAnsi="Segoe Condensed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E44215"/>
    <w:rPr>
      <w:spacing w:val="8"/>
      <w:sz w:val="18"/>
      <w:szCs w:val="22"/>
      <w:lang w:eastAsia="zh-CN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ubrik1">
    <w:name w:val="rubrik 1"/>
    <w:basedOn w:val="Normal"/>
    <w:next w:val="Normal"/>
    <w:link w:val="Rubrik1Tkn"/>
    <w:uiPriority w:val="1"/>
    <w:semiHidden/>
    <w:qFormat/>
    <w:rsid w:val="00E44215"/>
    <w:pPr>
      <w:outlineLvl w:val="0"/>
    </w:pPr>
    <w:rPr>
      <w:b/>
      <w:color w:val="FFFFFF"/>
      <w:sz w:val="20"/>
    </w:rPr>
  </w:style>
  <w:style w:type="paragraph" w:customStyle="1" w:styleId="rubrik2">
    <w:name w:val="rubrik 2"/>
    <w:basedOn w:val="rubrik1"/>
    <w:next w:val="Normal"/>
    <w:link w:val="Rubrik2Tkn"/>
    <w:uiPriority w:val="1"/>
    <w:semiHidden/>
    <w:qFormat/>
    <w:rsid w:val="00E44215"/>
    <w:pPr>
      <w:outlineLvl w:val="1"/>
    </w:pPr>
    <w:rPr>
      <w:color w:val="A6A6A6"/>
    </w:rPr>
  </w:style>
  <w:style w:type="paragraph" w:customStyle="1" w:styleId="rubrik3">
    <w:name w:val="rubrik 3"/>
    <w:basedOn w:val="rubrik2"/>
    <w:next w:val="Normal"/>
    <w:link w:val="Rubrik3Tkn"/>
    <w:uiPriority w:val="1"/>
    <w:semiHidden/>
    <w:qFormat/>
    <w:rsid w:val="00E44215"/>
    <w:pPr>
      <w:outlineLvl w:val="2"/>
    </w:pPr>
    <w:rPr>
      <w:b w:val="0"/>
    </w:rPr>
  </w:style>
  <w:style w:type="paragraph" w:customStyle="1" w:styleId="rubrik4">
    <w:name w:val="rubrik 4"/>
    <w:basedOn w:val="rubrik5"/>
    <w:next w:val="Normal"/>
    <w:link w:val="Rubrik4Tkn"/>
    <w:uiPriority w:val="1"/>
    <w:semiHidden/>
    <w:qFormat/>
    <w:rsid w:val="00E44215"/>
    <w:pPr>
      <w:spacing w:before="40" w:after="280"/>
      <w:outlineLvl w:val="3"/>
    </w:pPr>
    <w:rPr>
      <w:color w:val="B8CCE4"/>
    </w:rPr>
  </w:style>
  <w:style w:type="paragraph" w:customStyle="1" w:styleId="rubrik5">
    <w:name w:val="rubrik 5"/>
    <w:basedOn w:val="Normal"/>
    <w:next w:val="Normal"/>
    <w:link w:val="Rubrik5Tkn"/>
    <w:uiPriority w:val="1"/>
    <w:semiHidden/>
    <w:qFormat/>
    <w:rsid w:val="00E44215"/>
    <w:pPr>
      <w:keepNext/>
      <w:keepLines/>
      <w:spacing w:before="200"/>
      <w:outlineLvl w:val="4"/>
    </w:pPr>
    <w:rPr>
      <w:rFonts w:eastAsia="Times New Roman"/>
      <w:color w:val="D9D9D9"/>
      <w:sz w:val="96"/>
    </w:rPr>
  </w:style>
  <w:style w:type="table" w:styleId="Tablaconcuadrcula">
    <w:name w:val="Table Grid"/>
    <w:basedOn w:val="Tablanormal"/>
    <w:uiPriority w:val="1"/>
    <w:rsid w:val="00E442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uiPriority w:val="99"/>
    <w:semiHidden/>
    <w:rsid w:val="00E4421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42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44215"/>
    <w:rPr>
      <w:rFonts w:ascii="Tahoma" w:hAnsi="Tahoma" w:cs="Tahoma"/>
      <w:sz w:val="16"/>
      <w:szCs w:val="16"/>
    </w:rPr>
  </w:style>
  <w:style w:type="character" w:customStyle="1" w:styleId="Rubrik1Tkn">
    <w:name w:val="Rubrik 1 Tkn"/>
    <w:link w:val="rubrik1"/>
    <w:uiPriority w:val="1"/>
    <w:semiHidden/>
    <w:rsid w:val="00E44215"/>
    <w:rPr>
      <w:b/>
      <w:color w:val="FFFFFF"/>
      <w:spacing w:val="8"/>
      <w:sz w:val="20"/>
    </w:rPr>
  </w:style>
  <w:style w:type="character" w:customStyle="1" w:styleId="Rubrik2Tkn">
    <w:name w:val="Rubrik 2 Tkn"/>
    <w:link w:val="rubrik2"/>
    <w:uiPriority w:val="1"/>
    <w:semiHidden/>
    <w:rsid w:val="00E44215"/>
    <w:rPr>
      <w:b/>
      <w:color w:val="A6A6A6"/>
      <w:spacing w:val="8"/>
      <w:sz w:val="20"/>
    </w:rPr>
  </w:style>
  <w:style w:type="character" w:customStyle="1" w:styleId="Rubrik3Tkn">
    <w:name w:val="Rubrik 3 Tkn"/>
    <w:link w:val="rubrik3"/>
    <w:uiPriority w:val="1"/>
    <w:semiHidden/>
    <w:rsid w:val="00E44215"/>
    <w:rPr>
      <w:color w:val="A6A6A6"/>
      <w:spacing w:val="8"/>
      <w:sz w:val="20"/>
    </w:rPr>
  </w:style>
  <w:style w:type="character" w:customStyle="1" w:styleId="Rubrik4Tkn">
    <w:name w:val="Rubrik 4 Tkn"/>
    <w:link w:val="rubrik4"/>
    <w:uiPriority w:val="1"/>
    <w:semiHidden/>
    <w:rsid w:val="00E44215"/>
    <w:rPr>
      <w:rFonts w:eastAsia="Times New Roman" w:cs="Times New Roman"/>
      <w:color w:val="B8CCE4"/>
      <w:spacing w:val="8"/>
      <w:sz w:val="96"/>
    </w:rPr>
  </w:style>
  <w:style w:type="character" w:customStyle="1" w:styleId="Rubrik5Tkn">
    <w:name w:val="Rubrik 5 Tkn"/>
    <w:link w:val="rubrik5"/>
    <w:uiPriority w:val="1"/>
    <w:semiHidden/>
    <w:rsid w:val="00E44215"/>
    <w:rPr>
      <w:rFonts w:eastAsia="Times New Roman" w:cs="Times New Roman"/>
      <w:color w:val="D9D9D9"/>
      <w:spacing w:val="8"/>
      <w:sz w:val="96"/>
    </w:rPr>
  </w:style>
  <w:style w:type="paragraph" w:customStyle="1" w:styleId="Brdtextkopia">
    <w:name w:val="Brödtextkopia"/>
    <w:basedOn w:val="Normal"/>
    <w:qFormat/>
    <w:rsid w:val="00E44215"/>
    <w:rPr>
      <w:sz w:val="16"/>
    </w:rPr>
  </w:style>
  <w:style w:type="paragraph" w:customStyle="1" w:styleId="Rubriktillmtesanteckningar">
    <w:name w:val="Rubrik till mötesanteckningar"/>
    <w:basedOn w:val="Normal"/>
    <w:qFormat/>
    <w:rsid w:val="00E44215"/>
    <w:pPr>
      <w:keepNext/>
      <w:keepLines/>
      <w:spacing w:before="40" w:after="280"/>
    </w:pPr>
    <w:rPr>
      <w:rFonts w:eastAsia="Times New Roman"/>
      <w:color w:val="B8CCE4"/>
      <w:sz w:val="96"/>
    </w:rPr>
  </w:style>
  <w:style w:type="paragraph" w:customStyle="1" w:styleId="Rubrikerfranteckningarochmtesdagordning">
    <w:name w:val="Rubriker för anteckningar och mötesdagordning"/>
    <w:basedOn w:val="Normal"/>
    <w:qFormat/>
    <w:rsid w:val="00E44215"/>
    <w:rPr>
      <w:b/>
      <w:color w:val="FFFFFF"/>
      <w:sz w:val="20"/>
    </w:rPr>
  </w:style>
  <w:style w:type="paragraph" w:customStyle="1" w:styleId="sidhuvud">
    <w:name w:val="sidhuvud"/>
    <w:basedOn w:val="Normal"/>
    <w:link w:val="Sidhuvud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huvudTkn">
    <w:name w:val="Sidhuvud Tkn"/>
    <w:link w:val="sidhuvud"/>
    <w:uiPriority w:val="99"/>
    <w:semiHidden/>
    <w:rsid w:val="00E44215"/>
    <w:rPr>
      <w:spacing w:val="8"/>
      <w:sz w:val="18"/>
    </w:rPr>
  </w:style>
  <w:style w:type="paragraph" w:customStyle="1" w:styleId="sidfot">
    <w:name w:val="sidfot"/>
    <w:basedOn w:val="Normal"/>
    <w:link w:val="Sidfot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fotTkn">
    <w:name w:val="Sidfot Tkn"/>
    <w:link w:val="sidfot"/>
    <w:uiPriority w:val="99"/>
    <w:semiHidden/>
    <w:rsid w:val="00E44215"/>
    <w:rPr>
      <w:spacing w:val="8"/>
      <w:sz w:val="18"/>
    </w:rPr>
  </w:style>
  <w:style w:type="paragraph" w:styleId="Encabezado">
    <w:name w:val="header"/>
    <w:basedOn w:val="Normal"/>
    <w:link w:val="EncabezadoC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BF3647"/>
    <w:rPr>
      <w:spacing w:val="8"/>
      <w:sz w:val="18"/>
    </w:rPr>
  </w:style>
  <w:style w:type="paragraph" w:styleId="Piedepgina">
    <w:name w:val="footer"/>
    <w:basedOn w:val="Normal"/>
    <w:link w:val="PiedepginaC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BF3647"/>
    <w:rPr>
      <w:spacing w:val="8"/>
      <w:sz w:val="18"/>
    </w:rPr>
  </w:style>
  <w:style w:type="character" w:styleId="Hipervnculo">
    <w:name w:val="Hyperlink"/>
    <w:uiPriority w:val="99"/>
    <w:unhideWhenUsed/>
    <w:rsid w:val="001022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Condensed" w:eastAsia="Segoe Condensed" w:hAnsi="Segoe Condensed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E44215"/>
    <w:rPr>
      <w:spacing w:val="8"/>
      <w:sz w:val="18"/>
      <w:szCs w:val="22"/>
      <w:lang w:eastAsia="zh-CN" w:bidi="he-IL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rubrik1">
    <w:name w:val="rubrik 1"/>
    <w:basedOn w:val="Normal"/>
    <w:next w:val="Normal"/>
    <w:link w:val="Rubrik1Tkn"/>
    <w:uiPriority w:val="1"/>
    <w:semiHidden/>
    <w:qFormat/>
    <w:rsid w:val="00E44215"/>
    <w:pPr>
      <w:outlineLvl w:val="0"/>
    </w:pPr>
    <w:rPr>
      <w:b/>
      <w:color w:val="FFFFFF"/>
      <w:sz w:val="20"/>
    </w:rPr>
  </w:style>
  <w:style w:type="paragraph" w:customStyle="1" w:styleId="rubrik2">
    <w:name w:val="rubrik 2"/>
    <w:basedOn w:val="rubrik1"/>
    <w:next w:val="Normal"/>
    <w:link w:val="Rubrik2Tkn"/>
    <w:uiPriority w:val="1"/>
    <w:semiHidden/>
    <w:qFormat/>
    <w:rsid w:val="00E44215"/>
    <w:pPr>
      <w:outlineLvl w:val="1"/>
    </w:pPr>
    <w:rPr>
      <w:color w:val="A6A6A6"/>
    </w:rPr>
  </w:style>
  <w:style w:type="paragraph" w:customStyle="1" w:styleId="rubrik3">
    <w:name w:val="rubrik 3"/>
    <w:basedOn w:val="rubrik2"/>
    <w:next w:val="Normal"/>
    <w:link w:val="Rubrik3Tkn"/>
    <w:uiPriority w:val="1"/>
    <w:semiHidden/>
    <w:qFormat/>
    <w:rsid w:val="00E44215"/>
    <w:pPr>
      <w:outlineLvl w:val="2"/>
    </w:pPr>
    <w:rPr>
      <w:b w:val="0"/>
    </w:rPr>
  </w:style>
  <w:style w:type="paragraph" w:customStyle="1" w:styleId="rubrik4">
    <w:name w:val="rubrik 4"/>
    <w:basedOn w:val="rubrik5"/>
    <w:next w:val="Normal"/>
    <w:link w:val="Rubrik4Tkn"/>
    <w:uiPriority w:val="1"/>
    <w:semiHidden/>
    <w:qFormat/>
    <w:rsid w:val="00E44215"/>
    <w:pPr>
      <w:spacing w:before="40" w:after="280"/>
      <w:outlineLvl w:val="3"/>
    </w:pPr>
    <w:rPr>
      <w:color w:val="B8CCE4"/>
    </w:rPr>
  </w:style>
  <w:style w:type="paragraph" w:customStyle="1" w:styleId="rubrik5">
    <w:name w:val="rubrik 5"/>
    <w:basedOn w:val="Normal"/>
    <w:next w:val="Normal"/>
    <w:link w:val="Rubrik5Tkn"/>
    <w:uiPriority w:val="1"/>
    <w:semiHidden/>
    <w:qFormat/>
    <w:rsid w:val="00E44215"/>
    <w:pPr>
      <w:keepNext/>
      <w:keepLines/>
      <w:spacing w:before="200"/>
      <w:outlineLvl w:val="4"/>
    </w:pPr>
    <w:rPr>
      <w:rFonts w:eastAsia="Times New Roman"/>
      <w:color w:val="D9D9D9"/>
      <w:sz w:val="96"/>
    </w:rPr>
  </w:style>
  <w:style w:type="table" w:styleId="Tabellrutnt">
    <w:name w:val="Table Grid"/>
    <w:basedOn w:val="Normaltabell"/>
    <w:uiPriority w:val="1"/>
    <w:rsid w:val="00E442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shllartext">
    <w:name w:val="Placeholder Text"/>
    <w:uiPriority w:val="99"/>
    <w:semiHidden/>
    <w:rsid w:val="00E44215"/>
    <w:rPr>
      <w:color w:val="808080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E44215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link w:val="Ballongtext"/>
    <w:uiPriority w:val="99"/>
    <w:semiHidden/>
    <w:rsid w:val="00E44215"/>
    <w:rPr>
      <w:rFonts w:ascii="Tahoma" w:hAnsi="Tahoma" w:cs="Tahoma"/>
      <w:sz w:val="16"/>
      <w:szCs w:val="16"/>
    </w:rPr>
  </w:style>
  <w:style w:type="character" w:customStyle="1" w:styleId="Rubrik1Tkn">
    <w:name w:val="Rubrik 1 Tkn"/>
    <w:link w:val="rubrik1"/>
    <w:uiPriority w:val="1"/>
    <w:semiHidden/>
    <w:rsid w:val="00E44215"/>
    <w:rPr>
      <w:b/>
      <w:color w:val="FFFFFF"/>
      <w:spacing w:val="8"/>
      <w:sz w:val="20"/>
    </w:rPr>
  </w:style>
  <w:style w:type="character" w:customStyle="1" w:styleId="Rubrik2Tkn">
    <w:name w:val="Rubrik 2 Tkn"/>
    <w:link w:val="rubrik2"/>
    <w:uiPriority w:val="1"/>
    <w:semiHidden/>
    <w:rsid w:val="00E44215"/>
    <w:rPr>
      <w:b/>
      <w:color w:val="A6A6A6"/>
      <w:spacing w:val="8"/>
      <w:sz w:val="20"/>
    </w:rPr>
  </w:style>
  <w:style w:type="character" w:customStyle="1" w:styleId="Rubrik3Tkn">
    <w:name w:val="Rubrik 3 Tkn"/>
    <w:link w:val="rubrik3"/>
    <w:uiPriority w:val="1"/>
    <w:semiHidden/>
    <w:rsid w:val="00E44215"/>
    <w:rPr>
      <w:color w:val="A6A6A6"/>
      <w:spacing w:val="8"/>
      <w:sz w:val="20"/>
    </w:rPr>
  </w:style>
  <w:style w:type="character" w:customStyle="1" w:styleId="Rubrik4Tkn">
    <w:name w:val="Rubrik 4 Tkn"/>
    <w:link w:val="rubrik4"/>
    <w:uiPriority w:val="1"/>
    <w:semiHidden/>
    <w:rsid w:val="00E44215"/>
    <w:rPr>
      <w:rFonts w:eastAsia="Times New Roman" w:cs="Times New Roman"/>
      <w:color w:val="B8CCE4"/>
      <w:spacing w:val="8"/>
      <w:sz w:val="96"/>
    </w:rPr>
  </w:style>
  <w:style w:type="character" w:customStyle="1" w:styleId="Rubrik5Tkn">
    <w:name w:val="Rubrik 5 Tkn"/>
    <w:link w:val="rubrik5"/>
    <w:uiPriority w:val="1"/>
    <w:semiHidden/>
    <w:rsid w:val="00E44215"/>
    <w:rPr>
      <w:rFonts w:eastAsia="Times New Roman" w:cs="Times New Roman"/>
      <w:color w:val="D9D9D9"/>
      <w:spacing w:val="8"/>
      <w:sz w:val="96"/>
    </w:rPr>
  </w:style>
  <w:style w:type="paragraph" w:customStyle="1" w:styleId="Brdtextkopia">
    <w:name w:val="Brödtextkopia"/>
    <w:basedOn w:val="Normal"/>
    <w:qFormat/>
    <w:rsid w:val="00E44215"/>
    <w:rPr>
      <w:sz w:val="16"/>
    </w:rPr>
  </w:style>
  <w:style w:type="paragraph" w:customStyle="1" w:styleId="Rubriktillmtesanteckningar">
    <w:name w:val="Rubrik till mötesanteckningar"/>
    <w:basedOn w:val="Normal"/>
    <w:qFormat/>
    <w:rsid w:val="00E44215"/>
    <w:pPr>
      <w:keepNext/>
      <w:keepLines/>
      <w:spacing w:before="40" w:after="280"/>
    </w:pPr>
    <w:rPr>
      <w:rFonts w:eastAsia="Times New Roman"/>
      <w:color w:val="B8CCE4"/>
      <w:sz w:val="96"/>
    </w:rPr>
  </w:style>
  <w:style w:type="paragraph" w:customStyle="1" w:styleId="Rubrikerfranteckningarochmtesdagordning">
    <w:name w:val="Rubriker för anteckningar och mötesdagordning"/>
    <w:basedOn w:val="Normal"/>
    <w:qFormat/>
    <w:rsid w:val="00E44215"/>
    <w:rPr>
      <w:b/>
      <w:color w:val="FFFFFF"/>
      <w:sz w:val="20"/>
    </w:rPr>
  </w:style>
  <w:style w:type="paragraph" w:customStyle="1" w:styleId="sidhuvud">
    <w:name w:val="sidhuvud"/>
    <w:basedOn w:val="Normal"/>
    <w:link w:val="Sidhuvud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huvudTkn">
    <w:name w:val="Sidhuvud Tkn"/>
    <w:link w:val="sidhuvud"/>
    <w:uiPriority w:val="99"/>
    <w:semiHidden/>
    <w:rsid w:val="00E44215"/>
    <w:rPr>
      <w:spacing w:val="8"/>
      <w:sz w:val="18"/>
    </w:rPr>
  </w:style>
  <w:style w:type="paragraph" w:customStyle="1" w:styleId="sidfot">
    <w:name w:val="sidfot"/>
    <w:basedOn w:val="Normal"/>
    <w:link w:val="SidfotTkn"/>
    <w:uiPriority w:val="99"/>
    <w:semiHidden/>
    <w:unhideWhenUsed/>
    <w:rsid w:val="00E44215"/>
    <w:pPr>
      <w:tabs>
        <w:tab w:val="center" w:pos="4680"/>
        <w:tab w:val="right" w:pos="9360"/>
      </w:tabs>
    </w:pPr>
  </w:style>
  <w:style w:type="character" w:customStyle="1" w:styleId="SidfotTkn">
    <w:name w:val="Sidfot Tkn"/>
    <w:link w:val="sidfot"/>
    <w:uiPriority w:val="99"/>
    <w:semiHidden/>
    <w:rsid w:val="00E44215"/>
    <w:rPr>
      <w:spacing w:val="8"/>
      <w:sz w:val="18"/>
    </w:rPr>
  </w:style>
  <w:style w:type="paragraph" w:styleId="Sidhuvud0">
    <w:name w:val="header"/>
    <w:basedOn w:val="Normal"/>
    <w:link w:val="SidhuvudCh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SidhuvudChar">
    <w:name w:val="Sidhuvud Char"/>
    <w:link w:val="Sidhuvud0"/>
    <w:uiPriority w:val="99"/>
    <w:rsid w:val="00BF3647"/>
    <w:rPr>
      <w:spacing w:val="8"/>
      <w:sz w:val="18"/>
    </w:rPr>
  </w:style>
  <w:style w:type="paragraph" w:styleId="Sidfot0">
    <w:name w:val="footer"/>
    <w:basedOn w:val="Normal"/>
    <w:link w:val="SidfotChar"/>
    <w:uiPriority w:val="99"/>
    <w:unhideWhenUsed/>
    <w:rsid w:val="00BF3647"/>
    <w:pPr>
      <w:tabs>
        <w:tab w:val="center" w:pos="4536"/>
        <w:tab w:val="right" w:pos="9072"/>
      </w:tabs>
    </w:pPr>
  </w:style>
  <w:style w:type="character" w:customStyle="1" w:styleId="SidfotChar">
    <w:name w:val="Sidfot Char"/>
    <w:link w:val="Sidfot0"/>
    <w:uiPriority w:val="99"/>
    <w:rsid w:val="00BF3647"/>
    <w:rPr>
      <w:spacing w:val="8"/>
      <w:sz w:val="18"/>
    </w:rPr>
  </w:style>
  <w:style w:type="character" w:styleId="Hyperlnk">
    <w:name w:val="Hyperlink"/>
    <w:uiPriority w:val="99"/>
    <w:unhideWhenUsed/>
    <w:rsid w:val="001022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ik\AppData\Roaming\Microsoft\Mallar\MeetingMinutes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Elev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B10070-536A-49C8-8084-7188BF53F2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B37AA-6C40-4758-B80C-3B310425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MeetingMinutes.dotx</Template>
  <TotalTime>282</TotalTime>
  <Pages>8</Pages>
  <Words>1112</Words>
  <Characters>6116</Characters>
  <Application>Microsoft Office Word</Application>
  <DocSecurity>0</DocSecurity>
  <Lines>50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Meeting minutes</vt:lpstr>
      <vt:lpstr>Meeting minutes</vt:lpstr>
      <vt:lpstr/>
    </vt:vector>
  </TitlesOfParts>
  <Company>Hewlett-Packard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Kognitiva Kompaniet</dc:creator>
  <cp:lastModifiedBy>Rehasoft5</cp:lastModifiedBy>
  <cp:revision>46</cp:revision>
  <cp:lastPrinted>2012-08-17T16:35:00Z</cp:lastPrinted>
  <dcterms:created xsi:type="dcterms:W3CDTF">2013-03-11T12:51:00Z</dcterms:created>
  <dcterms:modified xsi:type="dcterms:W3CDTF">2013-05-06T09:23:00Z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